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DA853" w14:textId="77777777" w:rsidR="003439FE" w:rsidRPr="00770A48" w:rsidRDefault="00770A48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0139459"/>
      <w:bookmarkStart w:id="1" w:name="_Toc492154546"/>
      <w:bookmarkStart w:id="2" w:name="_Toc502843935"/>
      <w:r w:rsidRPr="00770A48">
        <w:rPr>
          <w:sz w:val="52"/>
          <w:szCs w:val="52"/>
        </w:rPr>
        <w:t>PRŮVODNÍ ZPRÁVA</w:t>
      </w:r>
      <w:bookmarkEnd w:id="0"/>
      <w:bookmarkEnd w:id="1"/>
      <w:bookmarkEnd w:id="2"/>
    </w:p>
    <w:p w14:paraId="7A9F3118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sz w:val="44"/>
        </w:rPr>
      </w:pPr>
      <w:r>
        <w:rPr>
          <w:b/>
          <w:sz w:val="44"/>
        </w:rPr>
        <w:t xml:space="preserve">Rekonstrukce měření na </w:t>
      </w:r>
      <w:r w:rsidR="007E0C07">
        <w:rPr>
          <w:b/>
          <w:sz w:val="44"/>
        </w:rPr>
        <w:t>v</w:t>
      </w:r>
      <w:r w:rsidR="00830FB3">
        <w:rPr>
          <w:b/>
          <w:sz w:val="44"/>
        </w:rPr>
        <w:t>odní</w:t>
      </w:r>
      <w:r w:rsidR="00372C4E">
        <w:rPr>
          <w:b/>
          <w:sz w:val="44"/>
        </w:rPr>
        <w:t>ch</w:t>
      </w:r>
      <w:r w:rsidR="00830FB3">
        <w:rPr>
          <w:b/>
          <w:sz w:val="44"/>
        </w:rPr>
        <w:t xml:space="preserve"> </w:t>
      </w:r>
      <w:r w:rsidR="002C0895">
        <w:rPr>
          <w:b/>
          <w:sz w:val="44"/>
        </w:rPr>
        <w:t>dílech Povodí Moravy</w:t>
      </w:r>
      <w:r w:rsidR="00372C4E">
        <w:rPr>
          <w:b/>
          <w:sz w:val="44"/>
        </w:rPr>
        <w:t xml:space="preserve">, s.p. </w:t>
      </w:r>
      <w:r w:rsidR="007E0C07">
        <w:rPr>
          <w:b/>
          <w:sz w:val="44"/>
        </w:rPr>
        <w:t xml:space="preserve"> – </w:t>
      </w:r>
    </w:p>
    <w:p w14:paraId="482B67B8" w14:textId="77777777" w:rsidR="007E0C07" w:rsidRDefault="007E0C07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297FD1">
        <w:rPr>
          <w:b/>
          <w:sz w:val="44"/>
        </w:rPr>
        <w:t>BYSTŘIČKA</w:t>
      </w:r>
    </w:p>
    <w:p w14:paraId="4436DD61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77A4F96D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07D79C6C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759887F7" w14:textId="12A7A355" w:rsidR="00766015" w:rsidRDefault="001E611E" w:rsidP="003439FE">
            <w:pPr>
              <w:pStyle w:val="Normal11"/>
            </w:pPr>
            <w:r>
              <w:t>MZ245100030</w:t>
            </w:r>
          </w:p>
        </w:tc>
      </w:tr>
      <w:tr w:rsidR="00766015" w14:paraId="708333F1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0F01BD9E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50D402FB" w14:textId="77777777" w:rsidR="002C089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063B9A66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746C9FCE" w14:textId="77777777" w:rsidR="00766015" w:rsidRDefault="00766015" w:rsidP="008D4C9E"/>
        </w:tc>
      </w:tr>
      <w:tr w:rsidR="00766015" w14:paraId="300BAB01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79EF892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8B2D7BF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3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3"/>
            <w:r w:rsidR="009E35EA">
              <w:t xml:space="preserve"> </w:t>
            </w:r>
          </w:p>
        </w:tc>
      </w:tr>
      <w:tr w:rsidR="00766015" w14:paraId="20A1AE60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4AAC1F6D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483E7F2D" w14:textId="74460EA5" w:rsidR="00766015" w:rsidRDefault="001E611E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4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4"/>
          </w:p>
        </w:tc>
      </w:tr>
      <w:tr w:rsidR="00766015" w14:paraId="2829D104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75AB6839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4BCA3A42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5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5"/>
          </w:p>
        </w:tc>
      </w:tr>
    </w:tbl>
    <w:p w14:paraId="67445487" w14:textId="77777777" w:rsidR="006F7B8B" w:rsidRPr="007A066F" w:rsidRDefault="006F7B8B" w:rsidP="007A066F">
      <w:pPr>
        <w:rPr>
          <w:b/>
          <w:bCs/>
          <w:color w:val="232D80"/>
        </w:rPr>
        <w:sectPr w:rsidR="006F7B8B" w:rsidRPr="007A066F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436BA339" w14:textId="77777777" w:rsidR="00E5162F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7A066F">
        <w:rPr>
          <w:noProof/>
          <w:sz w:val="24"/>
        </w:rPr>
        <w:lastRenderedPageBreak/>
        <w:fldChar w:fldCharType="begin"/>
      </w:r>
      <w:r w:rsidR="002C7485" w:rsidRPr="007A066F">
        <w:rPr>
          <w:sz w:val="24"/>
        </w:rPr>
        <w:instrText xml:space="preserve"> TOC  \* MERGEFORMAT </w:instrText>
      </w:r>
      <w:r w:rsidRPr="007A066F">
        <w:rPr>
          <w:noProof/>
          <w:sz w:val="24"/>
        </w:rPr>
        <w:fldChar w:fldCharType="separate"/>
      </w:r>
      <w:r w:rsidR="00E5162F">
        <w:rPr>
          <w:noProof/>
        </w:rPr>
        <w:t>PRŮVODNÍ ZPRÁVA</w:t>
      </w:r>
      <w:r w:rsidR="00E5162F">
        <w:rPr>
          <w:noProof/>
        </w:rPr>
        <w:tab/>
      </w:r>
      <w:r w:rsidR="00E5162F">
        <w:rPr>
          <w:noProof/>
        </w:rPr>
        <w:fldChar w:fldCharType="begin"/>
      </w:r>
      <w:r w:rsidR="00E5162F">
        <w:rPr>
          <w:noProof/>
        </w:rPr>
        <w:instrText xml:space="preserve"> PAGEREF _Toc502843935 \h </w:instrText>
      </w:r>
      <w:r w:rsidR="00E5162F">
        <w:rPr>
          <w:noProof/>
        </w:rPr>
      </w:r>
      <w:r w:rsidR="00E5162F">
        <w:rPr>
          <w:noProof/>
        </w:rPr>
        <w:fldChar w:fldCharType="separate"/>
      </w:r>
      <w:r w:rsidR="00E5162F">
        <w:rPr>
          <w:noProof/>
        </w:rPr>
        <w:t>1</w:t>
      </w:r>
      <w:r w:rsidR="00E5162F">
        <w:rPr>
          <w:noProof/>
        </w:rPr>
        <w:fldChar w:fldCharType="end"/>
      </w:r>
    </w:p>
    <w:p w14:paraId="136195EE" w14:textId="77777777" w:rsidR="00E5162F" w:rsidRDefault="00E5162F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identifikační údaje</w:t>
      </w:r>
      <w:r>
        <w:tab/>
      </w:r>
      <w:r>
        <w:fldChar w:fldCharType="begin"/>
      </w:r>
      <w:r>
        <w:instrText xml:space="preserve"> PAGEREF _Toc502843936 \h </w:instrText>
      </w:r>
      <w:r>
        <w:fldChar w:fldCharType="separate"/>
      </w:r>
      <w:r>
        <w:t>3</w:t>
      </w:r>
      <w:r>
        <w:fldChar w:fldCharType="end"/>
      </w:r>
    </w:p>
    <w:p w14:paraId="21C1853C" w14:textId="77777777" w:rsidR="00E5162F" w:rsidRDefault="00E5162F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seznam vstupních podkladů</w:t>
      </w:r>
      <w:r>
        <w:tab/>
      </w:r>
      <w:r>
        <w:fldChar w:fldCharType="begin"/>
      </w:r>
      <w:r>
        <w:instrText xml:space="preserve"> PAGEREF _Toc502843937 \h </w:instrText>
      </w:r>
      <w:r>
        <w:fldChar w:fldCharType="separate"/>
      </w:r>
      <w:r>
        <w:t>4</w:t>
      </w:r>
      <w:r>
        <w:fldChar w:fldCharType="end"/>
      </w:r>
    </w:p>
    <w:p w14:paraId="18210400" w14:textId="77777777" w:rsidR="00E5162F" w:rsidRDefault="00E5162F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území</w:t>
      </w:r>
      <w:r>
        <w:tab/>
      </w:r>
      <w:r>
        <w:fldChar w:fldCharType="begin"/>
      </w:r>
      <w:r>
        <w:instrText xml:space="preserve"> PAGEREF _Toc502843938 \h </w:instrText>
      </w:r>
      <w:r>
        <w:fldChar w:fldCharType="separate"/>
      </w:r>
      <w:r>
        <w:t>4</w:t>
      </w:r>
      <w:r>
        <w:fldChar w:fldCharType="end"/>
      </w:r>
    </w:p>
    <w:p w14:paraId="45A32621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Rozsah řešeného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EFA8753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Dosavadní využití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C262BA2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Chráněné území, památková rezervace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64AD56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Odtokové poměry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45A7AA8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souladu s územně plánovací dokumentací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E2064A2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obecných požadavků na využití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BC18062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966E7CC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 a úlevových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BD75FCB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souvisejících a podmiňujících investic,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082AAB1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pozemků a staveb dotčených stavbou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FDB07C4" w14:textId="77777777" w:rsidR="00E5162F" w:rsidRDefault="00E5162F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stavbě</w:t>
      </w:r>
      <w:r>
        <w:tab/>
      </w:r>
      <w:r>
        <w:fldChar w:fldCharType="begin"/>
      </w:r>
      <w:r>
        <w:instrText xml:space="preserve"> PAGEREF _Toc502843949 \h </w:instrText>
      </w:r>
      <w:r>
        <w:fldChar w:fldCharType="separate"/>
      </w:r>
      <w:r>
        <w:t>6</w:t>
      </w:r>
      <w:r>
        <w:fldChar w:fldCharType="end"/>
      </w:r>
    </w:p>
    <w:p w14:paraId="00C5BE47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D216121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Účel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497FB14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58811EC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ochraně stavby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024548A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CC08C0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 a obecných technických požadavků zabezpečujících bezbariérové užívání staveb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A7886B1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CD3FF14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BED86BF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Navrhované kapacity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2571732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bilance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221896B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k)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předpoklady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BA1A6D0" w14:textId="77777777" w:rsidR="00E5162F" w:rsidRDefault="00E5162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l)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_Toc502843961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3895B58" w14:textId="77777777" w:rsidR="00E5162F" w:rsidRDefault="00E5162F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Členění stavby na objekty a technologická zařízení</w:t>
      </w:r>
      <w:r>
        <w:tab/>
      </w:r>
      <w:r>
        <w:fldChar w:fldCharType="begin"/>
      </w:r>
      <w:r>
        <w:instrText xml:space="preserve"> PAGEREF _Toc502843962 \h </w:instrText>
      </w:r>
      <w:r>
        <w:fldChar w:fldCharType="separate"/>
      </w:r>
      <w:r>
        <w:t>7</w:t>
      </w:r>
      <w:r>
        <w:fldChar w:fldCharType="end"/>
      </w:r>
    </w:p>
    <w:p w14:paraId="07821A63" w14:textId="77777777" w:rsidR="00784773" w:rsidRDefault="0071725E" w:rsidP="007A066F">
      <w:pPr>
        <w:pStyle w:val="N1"/>
        <w:numPr>
          <w:ilvl w:val="0"/>
          <w:numId w:val="0"/>
        </w:numPr>
        <w:spacing w:line="288" w:lineRule="auto"/>
        <w:ind w:left="432"/>
      </w:pPr>
      <w:r w:rsidRPr="007A066F">
        <w:rPr>
          <w:b w:val="0"/>
          <w:sz w:val="24"/>
        </w:rPr>
        <w:fldChar w:fldCharType="end"/>
      </w:r>
    </w:p>
    <w:p w14:paraId="253AEC28" w14:textId="77777777" w:rsidR="003D22C9" w:rsidRDefault="001443F9" w:rsidP="003D22C9">
      <w:pPr>
        <w:pStyle w:val="N1"/>
      </w:pPr>
      <w:r>
        <w:br w:type="page"/>
      </w:r>
      <w:bookmarkStart w:id="6" w:name="_Toc502843936"/>
      <w:bookmarkStart w:id="7" w:name="_Toc431976332"/>
      <w:bookmarkStart w:id="8" w:name="_Toc440894808"/>
      <w:bookmarkStart w:id="9" w:name="_Toc448153992"/>
      <w:bookmarkStart w:id="10" w:name="_Toc355001688"/>
      <w:bookmarkStart w:id="11" w:name="_Toc431913715"/>
      <w:bookmarkStart w:id="12" w:name="_Toc394932572"/>
      <w:r w:rsidR="001E3B05">
        <w:lastRenderedPageBreak/>
        <w:t>identifikační údaje</w:t>
      </w:r>
      <w:bookmarkEnd w:id="6"/>
    </w:p>
    <w:bookmarkEnd w:id="7"/>
    <w:bookmarkEnd w:id="8"/>
    <w:bookmarkEnd w:id="9"/>
    <w:p w14:paraId="60828A1A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3D22C9" w:rsidRPr="002B0419" w14:paraId="371A6DAD" w14:textId="77777777" w:rsidTr="001E3B05">
        <w:tc>
          <w:tcPr>
            <w:tcW w:w="2943" w:type="dxa"/>
            <w:shd w:val="clear" w:color="auto" w:fill="auto"/>
          </w:tcPr>
          <w:p w14:paraId="0AF903E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0E178372" w14:textId="77777777" w:rsidR="003D22C9" w:rsidRPr="002B0419" w:rsidRDefault="001E3B05" w:rsidP="00E30C56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VD </w:t>
            </w:r>
            <w:r w:rsidR="00297FD1">
              <w:rPr>
                <w:rFonts w:ascii="Arial Narrow" w:hAnsi="Arial Narrow" w:cs="Times New Roman"/>
                <w:b/>
              </w:rPr>
              <w:t>BYSTŘIČKA</w:t>
            </w:r>
          </w:p>
        </w:tc>
      </w:tr>
      <w:tr w:rsidR="003D22C9" w:rsidRPr="002B0419" w14:paraId="1C60E05D" w14:textId="77777777" w:rsidTr="003D22C9">
        <w:tc>
          <w:tcPr>
            <w:tcW w:w="2943" w:type="dxa"/>
            <w:shd w:val="clear" w:color="auto" w:fill="auto"/>
          </w:tcPr>
          <w:p w14:paraId="0BEE67B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540D46C5" w14:textId="77777777" w:rsidR="003D22C9" w:rsidRPr="001E3B05" w:rsidRDefault="004E669B" w:rsidP="00297FD1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="001E3B05" w:rsidRPr="001E3B05">
              <w:rPr>
                <w:rFonts w:ascii="Arial Narrow" w:hAnsi="Arial Narrow" w:cs="Times New Roman"/>
              </w:rPr>
              <w:t xml:space="preserve"> </w:t>
            </w:r>
            <w:r w:rsidR="00297FD1">
              <w:rPr>
                <w:rFonts w:ascii="Arial Narrow" w:hAnsi="Arial Narrow" w:cs="Times New Roman"/>
              </w:rPr>
              <w:t>Bystřička</w:t>
            </w:r>
            <w:r w:rsidR="001E3B05" w:rsidRPr="001E3B05">
              <w:rPr>
                <w:rFonts w:ascii="Arial Narrow" w:hAnsi="Arial Narrow" w:cs="Times New Roman"/>
              </w:rPr>
              <w:t xml:space="preserve"> na řece </w:t>
            </w:r>
            <w:r w:rsidR="00297FD1">
              <w:rPr>
                <w:rFonts w:ascii="Arial Narrow" w:hAnsi="Arial Narrow" w:cs="Times New Roman"/>
              </w:rPr>
              <w:t>Bystřičce</w:t>
            </w:r>
          </w:p>
        </w:tc>
      </w:tr>
      <w:tr w:rsidR="003D22C9" w:rsidRPr="002B0419" w14:paraId="73ADC1EE" w14:textId="77777777" w:rsidTr="003D22C9">
        <w:tc>
          <w:tcPr>
            <w:tcW w:w="2943" w:type="dxa"/>
            <w:shd w:val="clear" w:color="auto" w:fill="auto"/>
          </w:tcPr>
          <w:p w14:paraId="4B8C1FB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59AA41DE" w14:textId="77777777" w:rsidR="003D22C9" w:rsidRPr="002B0419" w:rsidRDefault="001E3B0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17C4E45B" w14:textId="77777777" w:rsidTr="003D22C9">
        <w:tc>
          <w:tcPr>
            <w:tcW w:w="2943" w:type="dxa"/>
            <w:shd w:val="clear" w:color="auto" w:fill="auto"/>
          </w:tcPr>
          <w:p w14:paraId="6BF5B0F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4B929D9D" w14:textId="77777777" w:rsidR="002A4F82" w:rsidRPr="002A4F82" w:rsidRDefault="002A4F82" w:rsidP="002A4F82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2A4F82">
              <w:rPr>
                <w:rFonts w:ascii="Arial Narrow" w:hAnsi="Arial Narrow" w:cs="Times New Roman"/>
              </w:rPr>
              <w:t>589</w:t>
            </w:r>
            <w:r>
              <w:rPr>
                <w:rFonts w:ascii="Arial Narrow" w:hAnsi="Arial Narrow" w:cs="Times New Roman"/>
              </w:rPr>
              <w:t>,</w:t>
            </w:r>
            <w:r w:rsidRPr="002A4F82">
              <w:rPr>
                <w:rFonts w:ascii="Arial Narrow" w:hAnsi="Arial Narrow" w:cs="Times New Roman"/>
              </w:rPr>
              <w:t>102/1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2A4F82">
              <w:rPr>
                <w:rFonts w:ascii="Arial Narrow" w:hAnsi="Arial Narrow" w:cs="Times New Roman"/>
              </w:rPr>
              <w:t>52/3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2A4F82">
              <w:rPr>
                <w:rFonts w:ascii="Arial Narrow" w:hAnsi="Arial Narrow" w:cs="Times New Roman"/>
              </w:rPr>
              <w:t>72/1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2A4F82">
              <w:rPr>
                <w:rFonts w:ascii="Arial Narrow" w:hAnsi="Arial Narrow" w:cs="Times New Roman"/>
              </w:rPr>
              <w:t>588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2A4F82">
              <w:rPr>
                <w:rFonts w:ascii="Arial Narrow" w:hAnsi="Arial Narrow" w:cs="Times New Roman"/>
              </w:rPr>
              <w:t>750/4</w:t>
            </w:r>
            <w:r>
              <w:rPr>
                <w:rFonts w:ascii="Arial Narrow" w:hAnsi="Arial Narrow" w:cs="Times New Roman"/>
              </w:rPr>
              <w:t xml:space="preserve"> k.ú. Bystřička</w:t>
            </w:r>
          </w:p>
          <w:p w14:paraId="52B57E8E" w14:textId="77777777" w:rsidR="003D22C9" w:rsidRPr="002B0419" w:rsidRDefault="002A4F82" w:rsidP="002A4F82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2A4F82">
              <w:rPr>
                <w:rFonts w:ascii="Arial Narrow" w:hAnsi="Arial Narrow" w:cs="Times New Roman"/>
              </w:rPr>
              <w:t>2663</w:t>
            </w:r>
            <w:r>
              <w:rPr>
                <w:rFonts w:ascii="Arial Narrow" w:hAnsi="Arial Narrow" w:cs="Times New Roman"/>
              </w:rPr>
              <w:t>, k.ú. Malá Bystřice</w:t>
            </w:r>
          </w:p>
        </w:tc>
      </w:tr>
      <w:tr w:rsidR="003D22C9" w:rsidRPr="002B0419" w14:paraId="7571106A" w14:textId="77777777" w:rsidTr="003D22C9">
        <w:tc>
          <w:tcPr>
            <w:tcW w:w="2943" w:type="dxa"/>
            <w:shd w:val="clear" w:color="auto" w:fill="auto"/>
          </w:tcPr>
          <w:p w14:paraId="7779379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0055C4F1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5D8C52BA" w14:textId="77777777" w:rsidTr="003D22C9">
        <w:tc>
          <w:tcPr>
            <w:tcW w:w="2943" w:type="dxa"/>
            <w:shd w:val="clear" w:color="auto" w:fill="auto"/>
          </w:tcPr>
          <w:p w14:paraId="0D8F9B9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594F9823" w14:textId="2F14FE55" w:rsidR="003D22C9" w:rsidRPr="002B0419" w:rsidRDefault="001E611E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3588D468" w14:textId="77777777" w:rsidTr="003D22C9">
        <w:tc>
          <w:tcPr>
            <w:tcW w:w="2943" w:type="dxa"/>
            <w:shd w:val="clear" w:color="auto" w:fill="auto"/>
          </w:tcPr>
          <w:p w14:paraId="6B4E858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3E64A13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5D495A11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3" w:name="_Toc441153055"/>
      <w:bookmarkStart w:id="14" w:name="_Toc448153993"/>
      <w:bookmarkStart w:id="15" w:name="_Toc484424095"/>
      <w:bookmarkStart w:id="16" w:name="_Toc431976334"/>
      <w:bookmarkStart w:id="17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3"/>
      <w:bookmarkEnd w:id="14"/>
      <w:bookmarkEnd w:id="15"/>
    </w:p>
    <w:p w14:paraId="62113888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2DF1CBAE" w14:textId="77777777" w:rsidTr="003D22C9">
        <w:tc>
          <w:tcPr>
            <w:tcW w:w="2943" w:type="dxa"/>
            <w:shd w:val="clear" w:color="auto" w:fill="auto"/>
          </w:tcPr>
          <w:p w14:paraId="49B2AAF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6656E08F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764363AB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301FA41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48E78E1A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708BD4B2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12538A5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29EFD359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457358A4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3F6BA8E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203C541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751C5455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8" w:name="_Toc448153994"/>
      <w:bookmarkStart w:id="19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6"/>
      <w:bookmarkEnd w:id="17"/>
      <w:bookmarkEnd w:id="18"/>
      <w:bookmarkEnd w:id="19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5ADC2907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0" w:name="_Toc48103289"/>
      <w:bookmarkStart w:id="21" w:name="_Toc191811563"/>
      <w:bookmarkStart w:id="22" w:name="_Toc250701967"/>
      <w:bookmarkStart w:id="23" w:name="_Toc258785929"/>
      <w:bookmarkStart w:id="24" w:name="_Toc351112848"/>
      <w:bookmarkStart w:id="25" w:name="_Toc431976335"/>
      <w:bookmarkStart w:id="26" w:name="_Toc440894811"/>
      <w:bookmarkStart w:id="27" w:name="_Toc448153995"/>
      <w:bookmarkStart w:id="28" w:name="_Toc480413991"/>
      <w:bookmarkStart w:id="29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20"/>
      <w:bookmarkEnd w:id="21"/>
      <w:bookmarkEnd w:id="22"/>
      <w:bookmarkEnd w:id="23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4"/>
      <w:bookmarkEnd w:id="25"/>
      <w:bookmarkEnd w:id="26"/>
      <w:bookmarkEnd w:id="27"/>
      <w:bookmarkEnd w:id="28"/>
      <w:bookmarkEnd w:id="29"/>
    </w:p>
    <w:p w14:paraId="4B1EDDF7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85F76E0" w14:textId="77777777" w:rsidTr="003D22C9">
        <w:tc>
          <w:tcPr>
            <w:tcW w:w="2943" w:type="dxa"/>
            <w:shd w:val="clear" w:color="auto" w:fill="auto"/>
          </w:tcPr>
          <w:p w14:paraId="7A36203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097E2BB5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0864FB54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11604B1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362D716C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75A2A995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250A76B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1D7A3DD4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179668C7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7C50A27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3C760B2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17B03D2D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003E681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752B42D8" w14:textId="77777777" w:rsidR="00FC61D3" w:rsidRPr="00FC61D3" w:rsidRDefault="004E669B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3211C78E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F27AE0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04B4138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6F214DA0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30" w:name="_Toc431976336"/>
      <w:bookmarkStart w:id="31" w:name="_Toc440894812"/>
      <w:bookmarkStart w:id="32" w:name="_Toc448153996"/>
      <w:bookmarkStart w:id="33" w:name="_Toc480413992"/>
      <w:bookmarkStart w:id="34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30"/>
      <w:bookmarkEnd w:id="31"/>
      <w:bookmarkEnd w:id="32"/>
      <w:bookmarkEnd w:id="33"/>
      <w:bookmarkEnd w:id="34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CDE9E56" w14:textId="77777777" w:rsidTr="003D22C9">
        <w:tc>
          <w:tcPr>
            <w:tcW w:w="2943" w:type="dxa"/>
            <w:shd w:val="clear" w:color="auto" w:fill="auto"/>
          </w:tcPr>
          <w:p w14:paraId="6BABF86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17D9240" wp14:editId="59608C65">
                  <wp:simplePos x="0" y="0"/>
                  <wp:positionH relativeFrom="column">
                    <wp:posOffset>5391150</wp:posOffset>
                  </wp:positionH>
                  <wp:positionV relativeFrom="paragraph">
                    <wp:posOffset>7695565</wp:posOffset>
                  </wp:positionV>
                  <wp:extent cx="1554480" cy="420370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část dokumentace </w:t>
            </w:r>
          </w:p>
        </w:tc>
        <w:tc>
          <w:tcPr>
            <w:tcW w:w="6304" w:type="dxa"/>
          </w:tcPr>
          <w:p w14:paraId="3F662678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Průvodní zpráva</w:t>
            </w:r>
          </w:p>
        </w:tc>
      </w:tr>
      <w:tr w:rsidR="003D22C9" w:rsidRPr="002B0419" w14:paraId="4E6CD6FB" w14:textId="77777777" w:rsidTr="003D22C9">
        <w:tc>
          <w:tcPr>
            <w:tcW w:w="2943" w:type="dxa"/>
            <w:shd w:val="clear" w:color="auto" w:fill="auto"/>
          </w:tcPr>
          <w:p w14:paraId="136D33C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5F68B17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3D832395" w14:textId="77777777" w:rsidTr="003D22C9">
        <w:tc>
          <w:tcPr>
            <w:tcW w:w="2943" w:type="dxa"/>
            <w:shd w:val="clear" w:color="auto" w:fill="auto"/>
          </w:tcPr>
          <w:p w14:paraId="4080303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10C7012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3180B9A0" w14:textId="77777777" w:rsidTr="003D22C9">
        <w:tc>
          <w:tcPr>
            <w:tcW w:w="2943" w:type="dxa"/>
            <w:shd w:val="clear" w:color="auto" w:fill="auto"/>
          </w:tcPr>
          <w:p w14:paraId="6AF8E7B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69DF2AF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40920A57" w14:textId="77777777" w:rsidTr="003D22C9">
        <w:tc>
          <w:tcPr>
            <w:tcW w:w="2943" w:type="dxa"/>
            <w:shd w:val="clear" w:color="auto" w:fill="auto"/>
          </w:tcPr>
          <w:p w14:paraId="325DEBD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582C8FB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r w:rsidRPr="001E3259">
              <w:rPr>
                <w:rFonts w:ascii="Arial Narrow" w:hAnsi="Arial Narrow" w:cs="Times New Roman"/>
              </w:rPr>
              <w:t>miloslav.misterka</w:t>
            </w:r>
            <w:r>
              <w:rPr>
                <w:rFonts w:ascii="Arial Narrow" w:hAnsi="Arial Narrow" w:cs="Times New Roman"/>
              </w:rPr>
              <w:t>@gmail.com</w:t>
            </w:r>
          </w:p>
        </w:tc>
      </w:tr>
      <w:bookmarkEnd w:id="10"/>
      <w:bookmarkEnd w:id="11"/>
    </w:tbl>
    <w:p w14:paraId="3DA3818C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44ADBED0" w14:textId="77777777" w:rsidR="00FC61D3" w:rsidRPr="00147A61" w:rsidRDefault="00FC61D3" w:rsidP="00FC61D3">
      <w:pPr>
        <w:pStyle w:val="N1"/>
      </w:pPr>
      <w:bookmarkStart w:id="35" w:name="_Toc502843937"/>
      <w:r>
        <w:lastRenderedPageBreak/>
        <w:t>seznam vstupních podkladů</w:t>
      </w:r>
      <w:bookmarkEnd w:id="35"/>
    </w:p>
    <w:p w14:paraId="587DFB11" w14:textId="77777777" w:rsidR="00FC61D3" w:rsidRPr="00524AD9" w:rsidRDefault="00FC61D3" w:rsidP="00FC61D3">
      <w:pPr>
        <w:pStyle w:val="Zkladntext"/>
        <w:numPr>
          <w:ilvl w:val="0"/>
          <w:numId w:val="22"/>
        </w:numPr>
        <w:spacing w:before="100" w:beforeAutospacing="1"/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Investiční záměr pro tvorbu projektové dokumentace ze strany Povodí Moravy 03/2017.</w:t>
      </w:r>
    </w:p>
    <w:p w14:paraId="74159C48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Terénní obhlídka místa, kde stavba bude prováděna 05/2017</w:t>
      </w:r>
    </w:p>
    <w:p w14:paraId="7C195F94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Související legislativní předpisy včetně ČSN</w:t>
      </w:r>
    </w:p>
    <w:p w14:paraId="7474A07B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Fotodokumentace </w:t>
      </w:r>
    </w:p>
    <w:p w14:paraId="393D884B" w14:textId="77777777" w:rsidR="00FC61D3" w:rsidRDefault="00FC61D3" w:rsidP="00FC61D3">
      <w:pPr>
        <w:pStyle w:val="N1"/>
      </w:pPr>
      <w:bookmarkStart w:id="36" w:name="_Toc502843938"/>
      <w:r w:rsidRPr="00FC61D3">
        <w:t>Údaje o území</w:t>
      </w:r>
      <w:bookmarkEnd w:id="36"/>
    </w:p>
    <w:p w14:paraId="08A27799" w14:textId="77777777" w:rsidR="000D59E6" w:rsidRDefault="00C87986" w:rsidP="00C25635">
      <w:pPr>
        <w:pStyle w:val="N2"/>
        <w:numPr>
          <w:ilvl w:val="0"/>
          <w:numId w:val="26"/>
        </w:numPr>
      </w:pPr>
      <w:bookmarkStart w:id="37" w:name="_Toc502843939"/>
      <w:r>
        <w:t>Rozsah řešeného území</w:t>
      </w:r>
      <w:bookmarkEnd w:id="37"/>
      <w:r>
        <w:t xml:space="preserve"> </w:t>
      </w:r>
    </w:p>
    <w:p w14:paraId="5BD2CD98" w14:textId="77777777" w:rsidR="007E0C07" w:rsidRDefault="002C0895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95552D">
        <w:rPr>
          <w:rFonts w:asciiTheme="minorHAnsi" w:hAnsiTheme="minorHAnsi" w:cs="Times New Roman"/>
          <w:color w:val="000000"/>
        </w:rPr>
        <w:t xml:space="preserve">Dílem se rozumí zpracování dokumentace ve stupni projektové dokumentace pro provádění stavby (DPS) na rekonstrukci </w:t>
      </w:r>
      <w:r w:rsidR="00694E68">
        <w:rPr>
          <w:rFonts w:asciiTheme="minorHAnsi" w:hAnsiTheme="minorHAnsi" w:cs="Times New Roman"/>
          <w:color w:val="000000"/>
        </w:rPr>
        <w:t xml:space="preserve">a doplnění </w:t>
      </w:r>
      <w:r w:rsidRPr="0095552D">
        <w:rPr>
          <w:rFonts w:asciiTheme="minorHAnsi" w:hAnsiTheme="minorHAnsi" w:cs="Times New Roman"/>
          <w:color w:val="000000"/>
        </w:rPr>
        <w:t xml:space="preserve">automatického měření na </w:t>
      </w:r>
      <w:r w:rsidR="007E0C07">
        <w:rPr>
          <w:rFonts w:asciiTheme="minorHAnsi" w:hAnsiTheme="minorHAnsi" w:cs="Times New Roman"/>
          <w:color w:val="000000"/>
        </w:rPr>
        <w:t xml:space="preserve">vodním díle </w:t>
      </w:r>
      <w:r w:rsidR="00297FD1">
        <w:rPr>
          <w:rFonts w:asciiTheme="minorHAnsi" w:hAnsiTheme="minorHAnsi" w:cs="Times New Roman"/>
          <w:color w:val="000000"/>
        </w:rPr>
        <w:t>Bystřička</w:t>
      </w:r>
      <w:r w:rsidRPr="0095552D">
        <w:rPr>
          <w:rFonts w:asciiTheme="minorHAnsi" w:hAnsiTheme="minorHAnsi" w:cs="Times New Roman"/>
          <w:color w:val="000000"/>
        </w:rPr>
        <w:t>, včetně potřebné elektrotechnické, respektive radiové infrastruktury a souvisejících řídicích systémů</w:t>
      </w:r>
      <w:r w:rsidR="007E0C07">
        <w:rPr>
          <w:rFonts w:asciiTheme="minorHAnsi" w:hAnsiTheme="minorHAnsi" w:cs="Times New Roman"/>
          <w:color w:val="000000"/>
        </w:rPr>
        <w:t xml:space="preserve">. </w:t>
      </w:r>
    </w:p>
    <w:p w14:paraId="41263615" w14:textId="77777777" w:rsidR="007E0C07" w:rsidRDefault="007E0C07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dílo </w:t>
      </w:r>
      <w:r w:rsidR="00297FD1">
        <w:rPr>
          <w:rFonts w:asciiTheme="minorHAnsi" w:hAnsiTheme="minorHAnsi" w:cs="Times New Roman"/>
          <w:color w:val="000000"/>
        </w:rPr>
        <w:t>Bystřička</w:t>
      </w:r>
      <w:r>
        <w:rPr>
          <w:rFonts w:asciiTheme="minorHAnsi" w:hAnsiTheme="minorHAnsi" w:cs="Times New Roman"/>
          <w:color w:val="000000"/>
        </w:rPr>
        <w:t xml:space="preserve"> se nachází na </w:t>
      </w:r>
      <w:r w:rsidR="00297FD1">
        <w:rPr>
          <w:rFonts w:asciiTheme="minorHAnsi" w:hAnsiTheme="minorHAnsi" w:cs="Times New Roman"/>
          <w:color w:val="000000"/>
        </w:rPr>
        <w:t>Bystřičce</w:t>
      </w:r>
      <w:r>
        <w:rPr>
          <w:rFonts w:asciiTheme="minorHAnsi" w:hAnsiTheme="minorHAnsi" w:cs="Times New Roman"/>
          <w:color w:val="000000"/>
        </w:rPr>
        <w:t xml:space="preserve"> v ř.</w:t>
      </w:r>
      <w:r w:rsidR="0098408D">
        <w:rPr>
          <w:rFonts w:asciiTheme="minorHAnsi" w:hAnsiTheme="minorHAnsi" w:cs="Times New Roman"/>
          <w:color w:val="000000"/>
        </w:rPr>
        <w:t xml:space="preserve"> </w:t>
      </w:r>
      <w:r>
        <w:rPr>
          <w:rFonts w:asciiTheme="minorHAnsi" w:hAnsiTheme="minorHAnsi" w:cs="Times New Roman"/>
          <w:color w:val="000000"/>
        </w:rPr>
        <w:t xml:space="preserve">km </w:t>
      </w:r>
      <w:r w:rsidR="00590505">
        <w:rPr>
          <w:rFonts w:asciiTheme="minorHAnsi" w:hAnsiTheme="minorHAnsi" w:cs="Times New Roman"/>
          <w:color w:val="000000"/>
        </w:rPr>
        <w:t>5,480</w:t>
      </w:r>
      <w:r w:rsidR="004E669B">
        <w:rPr>
          <w:rFonts w:asciiTheme="minorHAnsi" w:hAnsiTheme="minorHAnsi" w:cs="Times New Roman"/>
          <w:color w:val="000000"/>
        </w:rPr>
        <w:t xml:space="preserve">. Na vodním díle je vybudován komplexní automatický monitoring s přenosem dat do domku hrázného a na vodohospodářský dispečink v Brně. </w:t>
      </w:r>
    </w:p>
    <w:p w14:paraId="71F592C0" w14:textId="77777777" w:rsidR="004E669B" w:rsidRDefault="004E669B" w:rsidP="0095552D">
      <w:pPr>
        <w:pStyle w:val="Odstavecseseznamem"/>
        <w:ind w:left="284" w:firstLine="425"/>
        <w:jc w:val="both"/>
      </w:pPr>
      <w:r>
        <w:rPr>
          <w:rFonts w:asciiTheme="minorHAnsi" w:hAnsiTheme="minorHAnsi" w:cs="Times New Roman"/>
          <w:color w:val="000000"/>
        </w:rPr>
        <w:t xml:space="preserve">Automatickým monitoringem je měřen přítok a odtok ve stávajících limnigrafických stanicích na vodním toku </w:t>
      </w:r>
      <w:r w:rsidR="00590505">
        <w:rPr>
          <w:rFonts w:asciiTheme="minorHAnsi" w:hAnsiTheme="minorHAnsi" w:cs="Times New Roman"/>
          <w:color w:val="000000"/>
        </w:rPr>
        <w:t>Bystřička</w:t>
      </w:r>
      <w:r>
        <w:rPr>
          <w:rFonts w:asciiTheme="minorHAnsi" w:hAnsiTheme="minorHAnsi" w:cs="Times New Roman"/>
          <w:color w:val="000000"/>
        </w:rPr>
        <w:t xml:space="preserve">. Dále je měřena hladina v nádrži, teplota vzduchu, spadlé srážky. Dále jsou monitorovány některé veličiny TBD. </w:t>
      </w:r>
    </w:p>
    <w:p w14:paraId="750BC8C2" w14:textId="77777777" w:rsidR="0098408D" w:rsidRDefault="0098408D" w:rsidP="0095552D">
      <w:pPr>
        <w:pStyle w:val="Odstavecseseznamem"/>
        <w:ind w:left="284" w:firstLine="425"/>
        <w:jc w:val="both"/>
      </w:pPr>
    </w:p>
    <w:p w14:paraId="6021A1CD" w14:textId="77777777" w:rsidR="0098408D" w:rsidRDefault="00590505" w:rsidP="0095552D">
      <w:pPr>
        <w:pStyle w:val="Odstavecseseznamem"/>
        <w:ind w:left="284" w:firstLine="425"/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7F6F527" wp14:editId="0827B9AE">
            <wp:simplePos x="0" y="0"/>
            <wp:positionH relativeFrom="column">
              <wp:posOffset>576580</wp:posOffset>
            </wp:positionH>
            <wp:positionV relativeFrom="paragraph">
              <wp:posOffset>95885</wp:posOffset>
            </wp:positionV>
            <wp:extent cx="4972050" cy="3618230"/>
            <wp:effectExtent l="0" t="0" r="0" b="1270"/>
            <wp:wrapTight wrapText="bothSides">
              <wp:wrapPolygon edited="0">
                <wp:start x="0" y="0"/>
                <wp:lineTo x="0" y="21494"/>
                <wp:lineTo x="21517" y="21494"/>
                <wp:lineTo x="21517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61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4921E6" w14:textId="77777777" w:rsidR="0098408D" w:rsidRDefault="0098408D" w:rsidP="0095552D">
      <w:pPr>
        <w:pStyle w:val="Odstavecseseznamem"/>
        <w:ind w:left="284" w:firstLine="425"/>
        <w:jc w:val="both"/>
      </w:pPr>
    </w:p>
    <w:p w14:paraId="61A621A9" w14:textId="77777777" w:rsidR="0098408D" w:rsidRDefault="0098408D" w:rsidP="0095552D">
      <w:pPr>
        <w:pStyle w:val="Odstavecseseznamem"/>
        <w:ind w:left="284" w:firstLine="425"/>
        <w:jc w:val="both"/>
      </w:pPr>
    </w:p>
    <w:p w14:paraId="3D663792" w14:textId="77777777" w:rsidR="0098408D" w:rsidRDefault="0098408D" w:rsidP="0095552D">
      <w:pPr>
        <w:pStyle w:val="Odstavecseseznamem"/>
        <w:ind w:left="284" w:firstLine="425"/>
        <w:jc w:val="both"/>
      </w:pPr>
    </w:p>
    <w:p w14:paraId="156EBA74" w14:textId="77777777" w:rsidR="0098408D" w:rsidRDefault="0098408D" w:rsidP="0095552D">
      <w:pPr>
        <w:pStyle w:val="Odstavecseseznamem"/>
        <w:ind w:left="284" w:firstLine="425"/>
        <w:jc w:val="both"/>
      </w:pPr>
    </w:p>
    <w:p w14:paraId="53F3A285" w14:textId="77777777" w:rsidR="0098408D" w:rsidRDefault="0098408D" w:rsidP="0095552D">
      <w:pPr>
        <w:pStyle w:val="Odstavecseseznamem"/>
        <w:ind w:left="284" w:firstLine="425"/>
        <w:jc w:val="both"/>
      </w:pPr>
    </w:p>
    <w:p w14:paraId="44AEB2DD" w14:textId="77777777" w:rsidR="0098408D" w:rsidRDefault="0098408D" w:rsidP="0095552D">
      <w:pPr>
        <w:pStyle w:val="Odstavecseseznamem"/>
        <w:ind w:left="284" w:firstLine="425"/>
        <w:jc w:val="both"/>
      </w:pPr>
    </w:p>
    <w:p w14:paraId="7D10AD5C" w14:textId="77777777" w:rsidR="0098408D" w:rsidRDefault="0098408D" w:rsidP="0095552D">
      <w:pPr>
        <w:pStyle w:val="Odstavecseseznamem"/>
        <w:ind w:left="284" w:firstLine="425"/>
        <w:jc w:val="both"/>
      </w:pPr>
    </w:p>
    <w:p w14:paraId="03D7A3E7" w14:textId="77777777" w:rsidR="0098408D" w:rsidRDefault="0098408D" w:rsidP="0095552D">
      <w:pPr>
        <w:pStyle w:val="Odstavecseseznamem"/>
        <w:ind w:left="284" w:firstLine="425"/>
        <w:jc w:val="both"/>
      </w:pPr>
    </w:p>
    <w:p w14:paraId="02B7839A" w14:textId="77777777" w:rsidR="0098408D" w:rsidRDefault="0098408D" w:rsidP="0095552D">
      <w:pPr>
        <w:pStyle w:val="Odstavecseseznamem"/>
        <w:ind w:left="284" w:firstLine="425"/>
        <w:jc w:val="both"/>
      </w:pPr>
    </w:p>
    <w:p w14:paraId="554064A4" w14:textId="77777777" w:rsidR="0098408D" w:rsidRDefault="0098408D" w:rsidP="0095552D">
      <w:pPr>
        <w:pStyle w:val="Odstavecseseznamem"/>
        <w:ind w:left="284" w:firstLine="425"/>
        <w:jc w:val="both"/>
      </w:pPr>
    </w:p>
    <w:p w14:paraId="2261BC2D" w14:textId="77777777" w:rsidR="0098408D" w:rsidRDefault="0098408D" w:rsidP="0095552D">
      <w:pPr>
        <w:pStyle w:val="Odstavecseseznamem"/>
        <w:ind w:left="284" w:firstLine="425"/>
        <w:jc w:val="both"/>
      </w:pPr>
    </w:p>
    <w:p w14:paraId="1A7CD79A" w14:textId="77777777" w:rsidR="0098408D" w:rsidRDefault="0098408D" w:rsidP="0095552D">
      <w:pPr>
        <w:pStyle w:val="Odstavecseseznamem"/>
        <w:ind w:left="284" w:firstLine="425"/>
        <w:jc w:val="both"/>
      </w:pPr>
    </w:p>
    <w:p w14:paraId="4267ECD6" w14:textId="77777777" w:rsidR="0098408D" w:rsidRDefault="0098408D" w:rsidP="0095552D">
      <w:pPr>
        <w:pStyle w:val="Odstavecseseznamem"/>
        <w:ind w:left="284" w:firstLine="425"/>
        <w:jc w:val="both"/>
      </w:pPr>
    </w:p>
    <w:p w14:paraId="27F5A8EF" w14:textId="77777777" w:rsidR="0098408D" w:rsidRDefault="0098408D" w:rsidP="0095552D">
      <w:pPr>
        <w:pStyle w:val="Odstavecseseznamem"/>
        <w:ind w:left="284" w:firstLine="425"/>
        <w:jc w:val="both"/>
      </w:pPr>
    </w:p>
    <w:p w14:paraId="165E8E7A" w14:textId="77777777" w:rsidR="0098408D" w:rsidRDefault="0098408D" w:rsidP="0095552D">
      <w:pPr>
        <w:pStyle w:val="Odstavecseseznamem"/>
        <w:ind w:left="284" w:firstLine="425"/>
        <w:jc w:val="both"/>
      </w:pPr>
    </w:p>
    <w:p w14:paraId="448C93E5" w14:textId="77777777" w:rsidR="0098408D" w:rsidRDefault="0098408D" w:rsidP="0095552D">
      <w:pPr>
        <w:pStyle w:val="Odstavecseseznamem"/>
        <w:ind w:left="284" w:firstLine="425"/>
        <w:jc w:val="both"/>
      </w:pPr>
    </w:p>
    <w:p w14:paraId="60128D29" w14:textId="77777777" w:rsidR="0098408D" w:rsidRDefault="0098408D" w:rsidP="0095552D">
      <w:pPr>
        <w:pStyle w:val="Odstavecseseznamem"/>
        <w:ind w:left="284" w:firstLine="425"/>
        <w:jc w:val="both"/>
      </w:pPr>
    </w:p>
    <w:p w14:paraId="42BE36FC" w14:textId="77777777" w:rsidR="0098408D" w:rsidRDefault="0098408D" w:rsidP="0095552D">
      <w:pPr>
        <w:pStyle w:val="Odstavecseseznamem"/>
        <w:ind w:left="284" w:firstLine="425"/>
        <w:jc w:val="both"/>
      </w:pPr>
    </w:p>
    <w:p w14:paraId="16503A44" w14:textId="77777777" w:rsidR="007E0C07" w:rsidRDefault="007E0C07" w:rsidP="0095552D">
      <w:pPr>
        <w:pStyle w:val="Odstavecseseznamem"/>
        <w:ind w:left="284" w:firstLine="425"/>
        <w:jc w:val="both"/>
      </w:pPr>
    </w:p>
    <w:p w14:paraId="1ED7F894" w14:textId="77777777" w:rsidR="00C87986" w:rsidRDefault="00C87986" w:rsidP="0095552D">
      <w:pPr>
        <w:pStyle w:val="N2"/>
        <w:numPr>
          <w:ilvl w:val="0"/>
          <w:numId w:val="26"/>
        </w:numPr>
      </w:pPr>
      <w:bookmarkStart w:id="38" w:name="_Toc502843940"/>
      <w:r>
        <w:lastRenderedPageBreak/>
        <w:t>Dosavadní využití</w:t>
      </w:r>
      <w:bookmarkEnd w:id="38"/>
    </w:p>
    <w:p w14:paraId="5E68103E" w14:textId="77777777" w:rsidR="0095552D" w:rsidRPr="0095552D" w:rsidRDefault="006B6706" w:rsidP="006B6706">
      <w:pPr>
        <w:pStyle w:val="Odstavecseseznamem"/>
        <w:ind w:left="284" w:firstLine="425"/>
        <w:jc w:val="both"/>
      </w:pPr>
      <w:r w:rsidRPr="006B6706">
        <w:rPr>
          <w:rFonts w:asciiTheme="minorHAnsi" w:hAnsiTheme="minorHAnsi" w:cs="Times New Roman"/>
          <w:color w:val="000000"/>
        </w:rPr>
        <w:t>Vlivem projektu se charakter využití stavby nezmění.</w:t>
      </w:r>
      <w:r w:rsidR="007E0C07">
        <w:rPr>
          <w:rFonts w:asciiTheme="minorHAnsi" w:hAnsiTheme="minorHAnsi" w:cs="Times New Roman"/>
          <w:color w:val="000000"/>
        </w:rPr>
        <w:t xml:space="preserve"> Stavba je vodním dílem.</w:t>
      </w:r>
      <w:r w:rsidR="004E669B">
        <w:rPr>
          <w:rFonts w:asciiTheme="minorHAnsi" w:hAnsiTheme="minorHAnsi" w:cs="Times New Roman"/>
          <w:color w:val="000000"/>
        </w:rPr>
        <w:t xml:space="preserve"> Dojde pouze k rekonstrukci, modernizaci nebo nové osazení automatických měření na vodním díle. </w:t>
      </w:r>
      <w:r w:rsidR="007E0C07">
        <w:rPr>
          <w:rFonts w:asciiTheme="minorHAnsi" w:hAnsiTheme="minorHAnsi" w:cs="Times New Roman"/>
          <w:color w:val="000000"/>
        </w:rPr>
        <w:t xml:space="preserve"> </w:t>
      </w:r>
    </w:p>
    <w:p w14:paraId="5944097E" w14:textId="77777777" w:rsidR="00C87986" w:rsidRDefault="00C87986" w:rsidP="006B6706">
      <w:pPr>
        <w:pStyle w:val="N2"/>
        <w:numPr>
          <w:ilvl w:val="0"/>
          <w:numId w:val="26"/>
        </w:numPr>
      </w:pPr>
      <w:bookmarkStart w:id="39" w:name="_Toc502843941"/>
      <w:r>
        <w:t>Chráněné území, památková rezervace</w:t>
      </w:r>
      <w:bookmarkEnd w:id="39"/>
    </w:p>
    <w:p w14:paraId="222D00FD" w14:textId="77777777" w:rsidR="006B6706" w:rsidRPr="006B6706" w:rsidRDefault="00B87BF1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dílo Bystřička je památkově chráněna. </w:t>
      </w:r>
    </w:p>
    <w:p w14:paraId="338BB810" w14:textId="77777777" w:rsidR="00C87986" w:rsidRDefault="00C87986" w:rsidP="006B6706">
      <w:pPr>
        <w:pStyle w:val="N2"/>
        <w:numPr>
          <w:ilvl w:val="0"/>
          <w:numId w:val="26"/>
        </w:numPr>
      </w:pPr>
      <w:bookmarkStart w:id="40" w:name="_Toc502843942"/>
      <w:r>
        <w:t>Odtokové poměry</w:t>
      </w:r>
      <w:bookmarkEnd w:id="40"/>
    </w:p>
    <w:p w14:paraId="1221029A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 xml:space="preserve">Stavebním zásahem nedojde ke změně odtokových poměrů v území. Dešťová i splašková voda bude likvidována jako doposud. </w:t>
      </w:r>
    </w:p>
    <w:p w14:paraId="176D77AF" w14:textId="77777777" w:rsidR="00C87986" w:rsidRDefault="00C87986" w:rsidP="006B6706">
      <w:pPr>
        <w:pStyle w:val="N2"/>
        <w:numPr>
          <w:ilvl w:val="0"/>
          <w:numId w:val="26"/>
        </w:numPr>
      </w:pPr>
      <w:bookmarkStart w:id="41" w:name="_Toc502843943"/>
      <w:r>
        <w:t>Údaje o souladu s územně plánovací dokumentací</w:t>
      </w:r>
      <w:bookmarkEnd w:id="41"/>
    </w:p>
    <w:p w14:paraId="5D952EB8" w14:textId="77777777" w:rsidR="006B6706" w:rsidRPr="00C25635" w:rsidRDefault="006B6706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 xml:space="preserve">Stavba nemá vliv na </w:t>
      </w:r>
      <w:r w:rsidR="00C25635" w:rsidRPr="00C25635">
        <w:rPr>
          <w:rFonts w:asciiTheme="minorHAnsi" w:hAnsiTheme="minorHAnsi" w:cs="Times New Roman"/>
          <w:color w:val="000000"/>
        </w:rPr>
        <w:t>soulad s územně plánovací dokumentací.</w:t>
      </w:r>
    </w:p>
    <w:p w14:paraId="3F2E20E3" w14:textId="77777777" w:rsidR="00C87986" w:rsidRDefault="00C87986" w:rsidP="00C25635">
      <w:pPr>
        <w:pStyle w:val="N2"/>
        <w:numPr>
          <w:ilvl w:val="0"/>
          <w:numId w:val="26"/>
        </w:numPr>
      </w:pPr>
      <w:bookmarkStart w:id="42" w:name="_Toc502843944"/>
      <w:r>
        <w:t>Údaje o dodržení obecných požadavků na využití území</w:t>
      </w:r>
      <w:bookmarkEnd w:id="42"/>
    </w:p>
    <w:p w14:paraId="67B06859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Jedná se o stav</w:t>
      </w:r>
      <w:r>
        <w:rPr>
          <w:rFonts w:asciiTheme="minorHAnsi" w:hAnsiTheme="minorHAnsi" w:cs="Times New Roman"/>
          <w:color w:val="000000"/>
        </w:rPr>
        <w:t>by</w:t>
      </w:r>
      <w:r w:rsidRPr="00C25635">
        <w:rPr>
          <w:rFonts w:asciiTheme="minorHAnsi" w:hAnsiTheme="minorHAnsi" w:cs="Times New Roman"/>
          <w:color w:val="000000"/>
        </w:rPr>
        <w:t xml:space="preserve"> na místě stávajících objektů,</w:t>
      </w:r>
      <w:r>
        <w:rPr>
          <w:rFonts w:asciiTheme="minorHAnsi" w:hAnsiTheme="minorHAnsi" w:cs="Times New Roman"/>
          <w:color w:val="000000"/>
        </w:rPr>
        <w:t xml:space="preserve"> kde</w:t>
      </w:r>
      <w:r w:rsidRPr="00C25635">
        <w:rPr>
          <w:rFonts w:asciiTheme="minorHAnsi" w:hAnsiTheme="minorHAnsi" w:cs="Times New Roman"/>
          <w:color w:val="000000"/>
        </w:rPr>
        <w:t xml:space="preserve"> nedochází ke změně požadavků na využití území.</w:t>
      </w:r>
      <w:r>
        <w:rPr>
          <w:rFonts w:asciiTheme="minorHAnsi" w:hAnsiTheme="minorHAnsi" w:cs="Times New Roman"/>
          <w:color w:val="000000"/>
        </w:rPr>
        <w:t xml:space="preserve"> </w:t>
      </w:r>
      <w:r w:rsidRPr="00C25635">
        <w:rPr>
          <w:rFonts w:asciiTheme="minorHAnsi" w:hAnsiTheme="minorHAnsi" w:cs="Times New Roman"/>
          <w:color w:val="000000"/>
        </w:rPr>
        <w:t xml:space="preserve">Objekty </w:t>
      </w:r>
      <w:r>
        <w:rPr>
          <w:rFonts w:asciiTheme="minorHAnsi" w:hAnsiTheme="minorHAnsi" w:cs="Times New Roman"/>
          <w:color w:val="000000"/>
        </w:rPr>
        <w:t>jsou</w:t>
      </w:r>
      <w:r w:rsidRPr="00C25635">
        <w:rPr>
          <w:rFonts w:asciiTheme="minorHAnsi" w:hAnsiTheme="minorHAnsi" w:cs="Times New Roman"/>
          <w:color w:val="000000"/>
        </w:rPr>
        <w:t xml:space="preserve"> napojeny na technickou a dopravní infrastrukturu, požadavky na dopravní obsluž</w:t>
      </w:r>
      <w:r>
        <w:rPr>
          <w:rFonts w:asciiTheme="minorHAnsi" w:hAnsiTheme="minorHAnsi" w:cs="Times New Roman"/>
          <w:color w:val="000000"/>
        </w:rPr>
        <w:t>nost a přístup požární techniky zůstává beze změny.</w:t>
      </w:r>
      <w:r w:rsidRPr="00C25635">
        <w:rPr>
          <w:rFonts w:asciiTheme="minorHAnsi" w:hAnsiTheme="minorHAnsi" w:cs="Times New Roman"/>
          <w:color w:val="000000"/>
        </w:rPr>
        <w:t xml:space="preserve"> </w:t>
      </w:r>
    </w:p>
    <w:p w14:paraId="75A00DE6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Navržená stavba nezasahuje na sousední pozemky a neznemožňuje zástavbu sousedních pozemků.</w:t>
      </w:r>
    </w:p>
    <w:p w14:paraId="18421C28" w14:textId="77777777" w:rsidR="00C87986" w:rsidRDefault="00C87986" w:rsidP="00C25635">
      <w:pPr>
        <w:pStyle w:val="N2"/>
        <w:numPr>
          <w:ilvl w:val="0"/>
          <w:numId w:val="26"/>
        </w:numPr>
      </w:pPr>
      <w:bookmarkStart w:id="43" w:name="_Toc502843945"/>
      <w:r>
        <w:t>Údaje o splnění požadavků dotčených orgánů</w:t>
      </w:r>
      <w:bookmarkEnd w:id="43"/>
    </w:p>
    <w:p w14:paraId="3B3ED7B7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Projekt je projednán s dotčenými orgány s příslušnými správci inženýrských sítí. Požadavky dotčených orgánů a správců inženýrských sítí budou respektovány.</w:t>
      </w:r>
      <w:r w:rsidR="007E0C07">
        <w:rPr>
          <w:rFonts w:asciiTheme="minorHAnsi" w:hAnsiTheme="minorHAnsi" w:cs="Times New Roman"/>
          <w:color w:val="000000"/>
        </w:rPr>
        <w:t xml:space="preserve"> Do projektové dokumentace byly zapracovány připomínky zadavatele. </w:t>
      </w:r>
    </w:p>
    <w:p w14:paraId="74E64F42" w14:textId="77777777" w:rsidR="00C87986" w:rsidRDefault="00C87986" w:rsidP="00C25635">
      <w:pPr>
        <w:pStyle w:val="N2"/>
        <w:numPr>
          <w:ilvl w:val="0"/>
          <w:numId w:val="26"/>
        </w:numPr>
      </w:pPr>
      <w:bookmarkStart w:id="44" w:name="_Toc502843946"/>
      <w:r>
        <w:t>Seznam výjimek a úlevových řešení</w:t>
      </w:r>
      <w:bookmarkEnd w:id="44"/>
    </w:p>
    <w:p w14:paraId="427B97A1" w14:textId="77777777" w:rsidR="00C25635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Výjimky nejsou požadovány. Úlevová řešení nebudou požadována. </w:t>
      </w:r>
    </w:p>
    <w:p w14:paraId="1A74D0AF" w14:textId="77777777" w:rsidR="00C87986" w:rsidRDefault="00C87986" w:rsidP="005515EC">
      <w:pPr>
        <w:pStyle w:val="N2"/>
        <w:numPr>
          <w:ilvl w:val="0"/>
          <w:numId w:val="26"/>
        </w:numPr>
      </w:pPr>
      <w:bookmarkStart w:id="45" w:name="_Toc502843947"/>
      <w:r>
        <w:t>Seznam souvisejících a podmiňujících investic,</w:t>
      </w:r>
      <w:bookmarkEnd w:id="45"/>
    </w:p>
    <w:p w14:paraId="0E769136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           </w:t>
      </w:r>
      <w:r w:rsidRPr="00B8531B">
        <w:rPr>
          <w:rFonts w:asciiTheme="minorHAnsi" w:hAnsiTheme="minorHAnsi" w:cs="Times New Roman"/>
          <w:color w:val="000000"/>
        </w:rPr>
        <w:t>Stavbou nejsou vyvolány související a podmiňující investice.</w:t>
      </w:r>
    </w:p>
    <w:p w14:paraId="75AD6A9A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18DF99AC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55171B8C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7288AF4F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00BA67A8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0A27588C" w14:textId="77777777" w:rsidR="00B8531B" w:rsidRP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227CB566" w14:textId="77777777" w:rsidR="00C87986" w:rsidRDefault="00C87986" w:rsidP="005515EC">
      <w:pPr>
        <w:pStyle w:val="N2"/>
        <w:numPr>
          <w:ilvl w:val="0"/>
          <w:numId w:val="26"/>
        </w:numPr>
      </w:pPr>
      <w:bookmarkStart w:id="46" w:name="_Toc502843948"/>
      <w:r>
        <w:lastRenderedPageBreak/>
        <w:t xml:space="preserve">Seznam pozemků a staveb dotčených </w:t>
      </w:r>
      <w:r w:rsidR="005515EC">
        <w:t>stavbou</w:t>
      </w:r>
      <w:bookmarkEnd w:id="46"/>
    </w:p>
    <w:p w14:paraId="2547D46C" w14:textId="77777777" w:rsidR="003B6181" w:rsidRPr="003B6181" w:rsidRDefault="007E0C07" w:rsidP="003B6181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S</w:t>
      </w:r>
      <w:r w:rsidR="005515EC" w:rsidRPr="005515EC">
        <w:rPr>
          <w:rFonts w:asciiTheme="minorHAnsi" w:hAnsiTheme="minorHAnsi" w:cs="Times New Roman"/>
          <w:color w:val="000000"/>
        </w:rPr>
        <w:t>eznam pozemků a staveb dotčených prováděním stavby (podle katastru nemovitostí).</w:t>
      </w:r>
      <w:r w:rsidR="003B6181">
        <w:rPr>
          <w:rFonts w:asciiTheme="minorHAnsi" w:hAnsiTheme="minorHAnsi" w:cs="Times New Roman"/>
          <w:color w:val="000000"/>
        </w:rPr>
        <w:t xml:space="preserve"> </w:t>
      </w:r>
    </w:p>
    <w:p w14:paraId="4FAD0492" w14:textId="77777777" w:rsidR="005515EC" w:rsidRPr="005515EC" w:rsidRDefault="00247D1A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D</w:t>
      </w:r>
      <w:r w:rsidR="005515EC" w:rsidRPr="005515EC">
        <w:rPr>
          <w:rFonts w:asciiTheme="minorHAnsi" w:hAnsiTheme="minorHAnsi" w:cs="Times New Roman"/>
          <w:color w:val="000000"/>
        </w:rPr>
        <w:t>otčené pozemky stavbou:</w:t>
      </w:r>
      <w:r w:rsidR="00832AE1">
        <w:rPr>
          <w:rFonts w:asciiTheme="minorHAnsi" w:hAnsiTheme="minorHAnsi" w:cs="Times New Roman"/>
          <w:color w:val="000000"/>
        </w:rPr>
        <w:t xml:space="preserve"> </w:t>
      </w:r>
    </w:p>
    <w:p w14:paraId="3B952241" w14:textId="77777777" w:rsidR="00C87986" w:rsidRPr="000D59E6" w:rsidRDefault="00C87986" w:rsidP="000D59E6"/>
    <w:tbl>
      <w:tblPr>
        <w:tblW w:w="9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118"/>
        <w:gridCol w:w="1176"/>
        <w:gridCol w:w="1412"/>
        <w:gridCol w:w="927"/>
        <w:gridCol w:w="1459"/>
        <w:gridCol w:w="1675"/>
      </w:tblGrid>
      <w:tr w:rsidR="00C050F1" w:rsidRPr="000D2AF3" w14:paraId="2E098D67" w14:textId="77777777" w:rsidTr="00C050F1">
        <w:trPr>
          <w:trHeight w:val="60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FE53D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Název </w:t>
            </w: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lokality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A35E5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Příslušnost k</w:t>
            </w:r>
            <w:r w:rsidR="00385716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VD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258C7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</w:t>
            </w:r>
            <w:r w:rsidR="00247D1A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objektu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46481D1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ED4F941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Parcelní číslo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7B6B13A4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 / právo hospodaření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5DD8379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</w:tr>
      <w:tr w:rsidR="004574B5" w:rsidRPr="000D2AF3" w14:paraId="65D11CB7" w14:textId="77777777" w:rsidTr="00751809">
        <w:trPr>
          <w:trHeight w:val="288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7718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Bystřička</w:t>
            </w:r>
          </w:p>
          <w:p w14:paraId="0B1FA2EC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57B9EAFC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1278A8AE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39EBDA9A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130C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Bystřička</w:t>
            </w:r>
          </w:p>
          <w:p w14:paraId="0A9D89AE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58B79547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15E6A00F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B971C11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8FFD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  <w:p w14:paraId="05CCD89F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1E9EFB0B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5411A013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336D2E4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5470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Bystřička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1DD5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69B8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7C8E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4574B5" w:rsidRPr="000D2AF3" w14:paraId="39E5210F" w14:textId="77777777" w:rsidTr="00751809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7D1C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72D7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6983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A467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Bystřička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C6C7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102/1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A572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E880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4574B5" w:rsidRPr="000D2AF3" w14:paraId="43F12014" w14:textId="77777777" w:rsidTr="00751809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1CE2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DB2C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155B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0CF7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Bystřička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2F75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52/3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592C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B344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zahrada</w:t>
            </w:r>
          </w:p>
        </w:tc>
      </w:tr>
      <w:tr w:rsidR="004574B5" w:rsidRPr="000D2AF3" w14:paraId="3F3CE68B" w14:textId="77777777" w:rsidTr="00751809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7A28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10AC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5C8A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13F8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Bystřička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D1E8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72/1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8FB2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4E0C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4574B5" w:rsidRPr="000D2AF3" w14:paraId="020BFCEE" w14:textId="77777777" w:rsidTr="00751809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4794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AD84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75FF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97B2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Bystřička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5C42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2C97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63D0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4574B5" w:rsidRPr="000D2AF3" w14:paraId="0A89CDF0" w14:textId="77777777" w:rsidTr="00751809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EC30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Bystřička - přítok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A9FC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Bystřička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EA09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2BAB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Malá Bystřice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1523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2663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CDA3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ABAC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4574B5" w:rsidRPr="000D2AF3" w14:paraId="67B82A33" w14:textId="77777777" w:rsidTr="00751809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2B9B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Bystřička - odtok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B4B9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Bystřička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E7C3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F36B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Bystřička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FF9B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750/4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8578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3438" w14:textId="77777777" w:rsidR="004574B5" w:rsidRPr="000D2AF3" w:rsidRDefault="004574B5" w:rsidP="007518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</w:tbl>
    <w:p w14:paraId="1F37C8E9" w14:textId="77777777" w:rsidR="000D2AF3" w:rsidRPr="00B55C59" w:rsidRDefault="000D2AF3" w:rsidP="00B55C59"/>
    <w:p w14:paraId="3A235914" w14:textId="77777777" w:rsidR="00FC61D3" w:rsidRDefault="00B55C59" w:rsidP="00B55C59">
      <w:pPr>
        <w:pStyle w:val="N1"/>
      </w:pPr>
      <w:bookmarkStart w:id="47" w:name="_Toc502843949"/>
      <w:r>
        <w:t>Údaje o stavbě</w:t>
      </w:r>
      <w:bookmarkEnd w:id="47"/>
    </w:p>
    <w:p w14:paraId="791D2436" w14:textId="77777777" w:rsidR="00C87986" w:rsidRDefault="00C87986" w:rsidP="005515EC">
      <w:pPr>
        <w:pStyle w:val="N2"/>
        <w:numPr>
          <w:ilvl w:val="0"/>
          <w:numId w:val="38"/>
        </w:numPr>
      </w:pPr>
      <w:bookmarkStart w:id="48" w:name="_Toc502843950"/>
      <w:r>
        <w:t>Nová stavba nebo změna dokončené stavby</w:t>
      </w:r>
      <w:bookmarkEnd w:id="48"/>
    </w:p>
    <w:p w14:paraId="6E03248D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Projekt neřeší novou stavbu ani změnu dokončené stavby. </w:t>
      </w:r>
      <w:r w:rsidR="00385716">
        <w:rPr>
          <w:rFonts w:asciiTheme="minorHAnsi" w:hAnsiTheme="minorHAnsi" w:cs="Times New Roman"/>
          <w:color w:val="000000"/>
        </w:rPr>
        <w:t xml:space="preserve">V rámci stavby dojde k modernizaci a doplnění automatického měření na vodním díle </w:t>
      </w:r>
      <w:r w:rsidR="00297FD1">
        <w:rPr>
          <w:rFonts w:asciiTheme="minorHAnsi" w:hAnsiTheme="minorHAnsi" w:cs="Times New Roman"/>
          <w:color w:val="000000"/>
        </w:rPr>
        <w:t>Bystřička</w:t>
      </w:r>
      <w:r w:rsidR="00385716">
        <w:rPr>
          <w:rFonts w:asciiTheme="minorHAnsi" w:hAnsiTheme="minorHAnsi" w:cs="Times New Roman"/>
          <w:color w:val="000000"/>
        </w:rPr>
        <w:t xml:space="preserve">. </w:t>
      </w:r>
    </w:p>
    <w:p w14:paraId="099E15A9" w14:textId="77777777" w:rsidR="00C87986" w:rsidRDefault="00C87986" w:rsidP="005515EC">
      <w:pPr>
        <w:pStyle w:val="N2"/>
        <w:numPr>
          <w:ilvl w:val="0"/>
          <w:numId w:val="38"/>
        </w:numPr>
      </w:pPr>
      <w:bookmarkStart w:id="49" w:name="_Toc502843951"/>
      <w:r>
        <w:t>Účel užívání stavby</w:t>
      </w:r>
      <w:bookmarkEnd w:id="49"/>
    </w:p>
    <w:p w14:paraId="10B19F2F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Účel užívání stavby se vlivem tohoto projektu nezmění. </w:t>
      </w:r>
      <w:r w:rsidR="00385716">
        <w:rPr>
          <w:rFonts w:asciiTheme="minorHAnsi" w:hAnsiTheme="minorHAnsi" w:cs="Times New Roman"/>
          <w:color w:val="000000"/>
        </w:rPr>
        <w:t xml:space="preserve">Stavba je vodním dílem. </w:t>
      </w:r>
    </w:p>
    <w:p w14:paraId="093476B0" w14:textId="77777777" w:rsidR="00C87986" w:rsidRDefault="00C87986" w:rsidP="005515EC">
      <w:pPr>
        <w:pStyle w:val="N2"/>
        <w:numPr>
          <w:ilvl w:val="0"/>
          <w:numId w:val="38"/>
        </w:numPr>
      </w:pPr>
      <w:bookmarkStart w:id="50" w:name="_Toc502843952"/>
      <w:r>
        <w:t>Trvalá nebo dočasná stavba</w:t>
      </w:r>
      <w:bookmarkEnd w:id="50"/>
    </w:p>
    <w:p w14:paraId="3CBA02A6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Žádná stavba není dočasná</w:t>
      </w:r>
      <w:r>
        <w:rPr>
          <w:rFonts w:asciiTheme="minorHAnsi" w:hAnsiTheme="minorHAnsi" w:cs="Times New Roman"/>
          <w:color w:val="000000"/>
        </w:rPr>
        <w:t>, jedná se pouze o trvalé stavby.</w:t>
      </w:r>
    </w:p>
    <w:p w14:paraId="4704636F" w14:textId="77777777" w:rsidR="00C87986" w:rsidRDefault="00C87986" w:rsidP="005515EC">
      <w:pPr>
        <w:pStyle w:val="N2"/>
        <w:numPr>
          <w:ilvl w:val="0"/>
          <w:numId w:val="38"/>
        </w:numPr>
      </w:pPr>
      <w:bookmarkStart w:id="51" w:name="_Toc502843953"/>
      <w:r>
        <w:t>Údaje o ochraně stavby podle jiných právních předpisů</w:t>
      </w:r>
      <w:bookmarkEnd w:id="51"/>
    </w:p>
    <w:p w14:paraId="0E677DF5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Stavba není chráněna podle jiných právních předpisů, nejedná se o kulturní památku apod.</w:t>
      </w:r>
    </w:p>
    <w:p w14:paraId="3357D14F" w14:textId="77777777" w:rsidR="00C87986" w:rsidRDefault="00C87986" w:rsidP="005515EC">
      <w:pPr>
        <w:pStyle w:val="N2"/>
        <w:numPr>
          <w:ilvl w:val="0"/>
          <w:numId w:val="38"/>
        </w:numPr>
      </w:pPr>
      <w:bookmarkStart w:id="52" w:name="_Toc502843954"/>
      <w:r>
        <w:t>Údaje o dodržení technických požadavků na stavby</w:t>
      </w:r>
      <w:bookmarkEnd w:id="52"/>
    </w:p>
    <w:p w14:paraId="4B058B1B" w14:textId="77777777" w:rsidR="00AB36CB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se stavebním zákonem č. 183/2006 Sb. o územním plánování a stavebním řádu a jeho novelou 350/2012 Sb.</w:t>
      </w:r>
    </w:p>
    <w:p w14:paraId="2EB6689F" w14:textId="77777777" w:rsidR="005515EC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 vyhláškou č. 268/2009 Sb., o technických požadavcích na stavby.</w:t>
      </w:r>
    </w:p>
    <w:p w14:paraId="26D85F20" w14:textId="77777777" w:rsidR="00385716" w:rsidRDefault="00385716" w:rsidP="00385716">
      <w:pPr>
        <w:pStyle w:val="N2"/>
        <w:numPr>
          <w:ilvl w:val="0"/>
          <w:numId w:val="38"/>
        </w:numPr>
      </w:pPr>
      <w:bookmarkStart w:id="53" w:name="_Toc502843955"/>
      <w:r w:rsidRPr="00385716">
        <w:t>Údaje o dodržení technických požadavků na stavby a obecných technických požadavků zabezpečujících bezbariérové užívání staveb</w:t>
      </w:r>
      <w:bookmarkEnd w:id="53"/>
    </w:p>
    <w:p w14:paraId="55C60D6A" w14:textId="77777777" w:rsidR="00385716" w:rsidRPr="00385716" w:rsidRDefault="00385716" w:rsidP="00385716">
      <w:pPr>
        <w:pStyle w:val="Odstavecseseznamem"/>
        <w:spacing w:line="360" w:lineRule="auto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Přístupnost území se stavbou nemění. </w:t>
      </w:r>
    </w:p>
    <w:p w14:paraId="29FD7D97" w14:textId="77777777" w:rsidR="00C87986" w:rsidRDefault="00C87986" w:rsidP="00AB36CB">
      <w:pPr>
        <w:pStyle w:val="N2"/>
        <w:numPr>
          <w:ilvl w:val="0"/>
          <w:numId w:val="38"/>
        </w:numPr>
      </w:pPr>
      <w:bookmarkStart w:id="54" w:name="_Toc502843956"/>
      <w:r>
        <w:lastRenderedPageBreak/>
        <w:t>Údaje o splnění požadavků dotčených orgánů</w:t>
      </w:r>
      <w:bookmarkEnd w:id="54"/>
    </w:p>
    <w:p w14:paraId="7CC7DAC6" w14:textId="77777777" w:rsidR="00385716" w:rsidRPr="00385716" w:rsidRDefault="00385716" w:rsidP="00385716">
      <w:pPr>
        <w:ind w:left="709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>Údaje o splnění požadavků dotčených orgánů a požadavků vyplývající z jiných právních předpisů jsou do dokumentace zapracovány a vyplývají z jejího obsahu.</w:t>
      </w:r>
    </w:p>
    <w:p w14:paraId="1A20E4BA" w14:textId="77777777" w:rsidR="00C87986" w:rsidRDefault="00561B51" w:rsidP="00E60488">
      <w:pPr>
        <w:pStyle w:val="N2"/>
        <w:numPr>
          <w:ilvl w:val="0"/>
          <w:numId w:val="38"/>
        </w:numPr>
      </w:pPr>
      <w:bookmarkStart w:id="55" w:name="_Toc502843957"/>
      <w:r>
        <w:t>Seznam výji</w:t>
      </w:r>
      <w:r w:rsidR="00C87986">
        <w:t>mek</w:t>
      </w:r>
      <w:bookmarkEnd w:id="55"/>
    </w:p>
    <w:p w14:paraId="7AF384B7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Výjimky nebyly navrženy ani požadovány. Úlevová řešení nebyla navržena ani požadována.</w:t>
      </w:r>
    </w:p>
    <w:p w14:paraId="6B3755D1" w14:textId="77777777" w:rsidR="00C87986" w:rsidRDefault="00C87986" w:rsidP="00E60488">
      <w:pPr>
        <w:pStyle w:val="N2"/>
        <w:numPr>
          <w:ilvl w:val="0"/>
          <w:numId w:val="38"/>
        </w:numPr>
      </w:pPr>
      <w:bookmarkStart w:id="56" w:name="_Toc502843958"/>
      <w:r>
        <w:t>Navrhované kapacity stavby</w:t>
      </w:r>
      <w:bookmarkEnd w:id="56"/>
    </w:p>
    <w:p w14:paraId="44E41E26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Kapacity stavby zůstávají vlivem projektu nezměněny.</w:t>
      </w:r>
    </w:p>
    <w:p w14:paraId="7E656EF1" w14:textId="77777777" w:rsidR="00C87986" w:rsidRPr="00E60488" w:rsidRDefault="00C87986" w:rsidP="00E60488">
      <w:pPr>
        <w:pStyle w:val="N2"/>
        <w:numPr>
          <w:ilvl w:val="0"/>
          <w:numId w:val="38"/>
        </w:numPr>
      </w:pPr>
      <w:bookmarkStart w:id="57" w:name="_Toc502843959"/>
      <w:r w:rsidRPr="00E60488">
        <w:t>Základní bilance stavby</w:t>
      </w:r>
      <w:bookmarkEnd w:id="57"/>
    </w:p>
    <w:p w14:paraId="145E1D46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Základní bilance stavby zůstává vlivem projektu nezměněna.</w:t>
      </w:r>
    </w:p>
    <w:p w14:paraId="7995B482" w14:textId="77777777" w:rsidR="00C87986" w:rsidRDefault="00C87986" w:rsidP="00E60488">
      <w:pPr>
        <w:pStyle w:val="N2"/>
        <w:numPr>
          <w:ilvl w:val="0"/>
          <w:numId w:val="38"/>
        </w:numPr>
      </w:pPr>
      <w:bookmarkStart w:id="58" w:name="_Toc502843960"/>
      <w:r>
        <w:t>Základní předpoklady výstavby</w:t>
      </w:r>
      <w:bookmarkEnd w:id="58"/>
    </w:p>
    <w:p w14:paraId="7F3AD443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 xml:space="preserve">Projektová příprava – rok 2017 a </w:t>
      </w:r>
      <w:r>
        <w:rPr>
          <w:rFonts w:asciiTheme="minorHAnsi" w:hAnsiTheme="minorHAnsi"/>
          <w:szCs w:val="24"/>
        </w:rPr>
        <w:t xml:space="preserve">začátek </w:t>
      </w:r>
      <w:r w:rsidRPr="00E60488">
        <w:rPr>
          <w:rFonts w:asciiTheme="minorHAnsi" w:hAnsiTheme="minorHAnsi"/>
          <w:szCs w:val="24"/>
        </w:rPr>
        <w:t xml:space="preserve">realizace </w:t>
      </w:r>
      <w:r>
        <w:rPr>
          <w:rFonts w:asciiTheme="minorHAnsi" w:hAnsiTheme="minorHAnsi"/>
          <w:szCs w:val="24"/>
        </w:rPr>
        <w:t xml:space="preserve">druhá </w:t>
      </w:r>
      <w:r w:rsidRPr="00E60488">
        <w:rPr>
          <w:rFonts w:asciiTheme="minorHAnsi" w:hAnsiTheme="minorHAnsi"/>
          <w:szCs w:val="24"/>
        </w:rPr>
        <w:t>½ roku 2018</w:t>
      </w:r>
    </w:p>
    <w:p w14:paraId="0EEE040E" w14:textId="77777777" w:rsidR="00C87986" w:rsidRDefault="00C87986" w:rsidP="00E60488">
      <w:pPr>
        <w:pStyle w:val="N2"/>
        <w:numPr>
          <w:ilvl w:val="0"/>
          <w:numId w:val="38"/>
        </w:numPr>
      </w:pPr>
      <w:bookmarkStart w:id="59" w:name="_Toc502843961"/>
      <w:r>
        <w:t>Orientační náklady stavby</w:t>
      </w:r>
      <w:bookmarkEnd w:id="59"/>
    </w:p>
    <w:p w14:paraId="5C1E4E59" w14:textId="77777777" w:rsidR="007A066F" w:rsidRDefault="00E60488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Rámcov</w:t>
      </w:r>
      <w:r>
        <w:rPr>
          <w:rFonts w:asciiTheme="minorHAnsi" w:hAnsiTheme="minorHAnsi"/>
          <w:szCs w:val="24"/>
        </w:rPr>
        <w:t>ý</w:t>
      </w:r>
      <w:r w:rsidR="00385716">
        <w:rPr>
          <w:rFonts w:asciiTheme="minorHAnsi" w:hAnsiTheme="minorHAnsi"/>
          <w:szCs w:val="24"/>
        </w:rPr>
        <w:t xml:space="preserve"> odhad investičních nákladů:</w:t>
      </w:r>
      <w:r w:rsidR="00385716">
        <w:rPr>
          <w:rFonts w:asciiTheme="minorHAnsi" w:hAnsiTheme="minorHAnsi"/>
          <w:szCs w:val="24"/>
        </w:rPr>
        <w:tab/>
        <w:t xml:space="preserve"> 2</w:t>
      </w:r>
      <w:r w:rsidRPr="00E60488">
        <w:rPr>
          <w:rFonts w:asciiTheme="minorHAnsi" w:hAnsiTheme="minorHAnsi"/>
          <w:szCs w:val="24"/>
        </w:rPr>
        <w:t xml:space="preserve">.000.000,-Kč bez </w:t>
      </w:r>
      <w:r>
        <w:rPr>
          <w:rFonts w:asciiTheme="minorHAnsi" w:hAnsiTheme="minorHAnsi"/>
          <w:szCs w:val="24"/>
        </w:rPr>
        <w:t>DPH.</w:t>
      </w:r>
    </w:p>
    <w:p w14:paraId="11B08E31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3D4BA9D2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1ABEA3B9" w14:textId="77777777" w:rsidR="00B55C59" w:rsidRPr="00B55C59" w:rsidRDefault="00B55C59" w:rsidP="00B55C59">
      <w:pPr>
        <w:pStyle w:val="N1"/>
      </w:pPr>
      <w:bookmarkStart w:id="60" w:name="_Toc502843962"/>
      <w:r>
        <w:t>Členění stavby na objekty a technologická zařízení</w:t>
      </w:r>
      <w:bookmarkEnd w:id="60"/>
    </w:p>
    <w:bookmarkEnd w:id="12"/>
    <w:p w14:paraId="1E9BC028" w14:textId="77777777" w:rsidR="008F21F0" w:rsidRDefault="00B65E2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247D1A">
        <w:rPr>
          <w:rFonts w:asciiTheme="minorHAnsi" w:hAnsiTheme="minorHAnsi" w:cs="Times New Roman"/>
          <w:color w:val="000000"/>
        </w:rPr>
        <w:t xml:space="preserve">Stavba je </w:t>
      </w:r>
      <w:r w:rsidR="008F57C6" w:rsidRPr="00247D1A">
        <w:rPr>
          <w:rFonts w:asciiTheme="minorHAnsi" w:hAnsiTheme="minorHAnsi" w:cs="Times New Roman"/>
          <w:color w:val="000000"/>
        </w:rPr>
        <w:t>určena jako stavební objekt SO01</w:t>
      </w:r>
      <w:r w:rsidR="00123496" w:rsidRPr="00247D1A">
        <w:rPr>
          <w:rFonts w:asciiTheme="minorHAnsi" w:hAnsiTheme="minorHAnsi" w:cs="Times New Roman"/>
          <w:color w:val="000000"/>
        </w:rPr>
        <w:t xml:space="preserve"> až SO12</w:t>
      </w:r>
      <w:r w:rsidR="008F57C6" w:rsidRPr="00247D1A">
        <w:rPr>
          <w:rFonts w:asciiTheme="minorHAnsi" w:hAnsiTheme="minorHAnsi" w:cs="Times New Roman"/>
          <w:color w:val="000000"/>
        </w:rPr>
        <w:t xml:space="preserve"> </w:t>
      </w:r>
      <w:r w:rsidR="00FE19C3" w:rsidRPr="00247D1A">
        <w:rPr>
          <w:rFonts w:asciiTheme="minorHAnsi" w:hAnsiTheme="minorHAnsi" w:cs="Times New Roman"/>
          <w:color w:val="000000"/>
        </w:rPr>
        <w:t xml:space="preserve">a </w:t>
      </w:r>
      <w:r w:rsidR="00123496" w:rsidRPr="00247D1A">
        <w:rPr>
          <w:rFonts w:asciiTheme="minorHAnsi" w:hAnsiTheme="minorHAnsi" w:cs="Times New Roman"/>
          <w:color w:val="000000"/>
        </w:rPr>
        <w:t>každý stavební soubor je rozdělen</w:t>
      </w:r>
      <w:r w:rsidR="00FE19C3" w:rsidRPr="00247D1A">
        <w:rPr>
          <w:rFonts w:asciiTheme="minorHAnsi" w:hAnsiTheme="minorHAnsi" w:cs="Times New Roman"/>
          <w:color w:val="000000"/>
        </w:rPr>
        <w:t xml:space="preserve"> na jednotlivé </w:t>
      </w:r>
      <w:r w:rsidR="008F57C6" w:rsidRPr="00247D1A">
        <w:rPr>
          <w:rFonts w:asciiTheme="minorHAnsi" w:hAnsiTheme="minorHAnsi" w:cs="Times New Roman"/>
          <w:color w:val="000000"/>
        </w:rPr>
        <w:t>provozní soubory PS</w:t>
      </w:r>
      <w:r w:rsidR="00FE19C3" w:rsidRPr="00247D1A">
        <w:rPr>
          <w:rFonts w:asciiTheme="minorHAnsi" w:hAnsiTheme="minorHAnsi" w:cs="Times New Roman"/>
          <w:color w:val="000000"/>
        </w:rPr>
        <w:t>.</w:t>
      </w:r>
    </w:p>
    <w:p w14:paraId="5827911A" w14:textId="77777777" w:rsidR="00385716" w:rsidRPr="00247D1A" w:rsidRDefault="0038571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22"/>
        <w:gridCol w:w="3042"/>
        <w:gridCol w:w="993"/>
        <w:gridCol w:w="4819"/>
      </w:tblGrid>
      <w:tr w:rsidR="00E569FC" w14:paraId="5075AB24" w14:textId="77777777" w:rsidTr="00123496">
        <w:tc>
          <w:tcPr>
            <w:tcW w:w="922" w:type="dxa"/>
          </w:tcPr>
          <w:p w14:paraId="00F672BB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SO03</w:t>
            </w:r>
          </w:p>
        </w:tc>
        <w:tc>
          <w:tcPr>
            <w:tcW w:w="3042" w:type="dxa"/>
          </w:tcPr>
          <w:p w14:paraId="099C3313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Bystřička</w:t>
            </w:r>
          </w:p>
        </w:tc>
        <w:tc>
          <w:tcPr>
            <w:tcW w:w="993" w:type="dxa"/>
          </w:tcPr>
          <w:p w14:paraId="486009CA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PS01</w:t>
            </w:r>
          </w:p>
        </w:tc>
        <w:tc>
          <w:tcPr>
            <w:tcW w:w="4819" w:type="dxa"/>
          </w:tcPr>
          <w:p w14:paraId="27645DF8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Přehrada</w:t>
            </w:r>
          </w:p>
        </w:tc>
      </w:tr>
      <w:tr w:rsidR="00E569FC" w14:paraId="4A345376" w14:textId="77777777" w:rsidTr="00123496">
        <w:tc>
          <w:tcPr>
            <w:tcW w:w="922" w:type="dxa"/>
          </w:tcPr>
          <w:p w14:paraId="4D3358D2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45E35AD6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20A8D2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PS02</w:t>
            </w:r>
          </w:p>
        </w:tc>
        <w:tc>
          <w:tcPr>
            <w:tcW w:w="4819" w:type="dxa"/>
          </w:tcPr>
          <w:p w14:paraId="05F95B68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Bystřička - přítok</w:t>
            </w:r>
          </w:p>
        </w:tc>
      </w:tr>
      <w:tr w:rsidR="00E569FC" w14:paraId="25ED6819" w14:textId="77777777" w:rsidTr="00123496">
        <w:tc>
          <w:tcPr>
            <w:tcW w:w="922" w:type="dxa"/>
          </w:tcPr>
          <w:p w14:paraId="5472B5ED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4FBA19B1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7877EA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PS03</w:t>
            </w:r>
          </w:p>
        </w:tc>
        <w:tc>
          <w:tcPr>
            <w:tcW w:w="4819" w:type="dxa"/>
          </w:tcPr>
          <w:p w14:paraId="759D12F6" w14:textId="77777777" w:rsidR="00E569FC" w:rsidRDefault="00E569FC" w:rsidP="00751809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Bystřička - odtok</w:t>
            </w:r>
          </w:p>
        </w:tc>
      </w:tr>
    </w:tbl>
    <w:p w14:paraId="1FBF3CF5" w14:textId="77777777" w:rsidR="000F6638" w:rsidRDefault="000F6638" w:rsidP="000F6638">
      <w:pPr>
        <w:rPr>
          <w:b/>
        </w:rPr>
      </w:pPr>
    </w:p>
    <w:p w14:paraId="06924D7D" w14:textId="77777777" w:rsidR="00385716" w:rsidRDefault="00385716" w:rsidP="000F6638">
      <w:pPr>
        <w:rPr>
          <w:b/>
        </w:rPr>
      </w:pPr>
    </w:p>
    <w:p w14:paraId="35B356A7" w14:textId="77777777" w:rsidR="00385716" w:rsidRDefault="00385716" w:rsidP="000F6638">
      <w:pPr>
        <w:rPr>
          <w:b/>
        </w:rPr>
      </w:pPr>
    </w:p>
    <w:p w14:paraId="3C101EE2" w14:textId="584B3306" w:rsidR="00385716" w:rsidRPr="00385716" w:rsidRDefault="00385716" w:rsidP="000F6638">
      <w:pPr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</w:t>
      </w: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1E611E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1E611E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1E611E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85716" w:rsidRPr="00385716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4FB7D" w14:textId="77777777" w:rsidR="00D211C3" w:rsidRDefault="00D211C3" w:rsidP="0081121B">
      <w:r>
        <w:separator/>
      </w:r>
    </w:p>
  </w:endnote>
  <w:endnote w:type="continuationSeparator" w:id="0">
    <w:p w14:paraId="177749E0" w14:textId="77777777" w:rsidR="00D211C3" w:rsidRDefault="00D211C3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4E669B" w14:paraId="677F3574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7F547E53" w14:textId="77777777" w:rsidR="004E669B" w:rsidRDefault="004E669B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3CBA00AC" wp14:editId="46B89B14">
                <wp:extent cx="6410325" cy="38100"/>
                <wp:effectExtent l="19050" t="0" r="9525" b="0"/>
                <wp:docPr id="44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32945C" w14:textId="77777777" w:rsidR="004E669B" w:rsidRPr="004D7C68" w:rsidRDefault="004E669B" w:rsidP="00A366D6">
    <w:pPr>
      <w:pStyle w:val="Zpat"/>
      <w:jc w:val="left"/>
      <w:rPr>
        <w:sz w:val="40"/>
        <w:szCs w:val="40"/>
      </w:rPr>
    </w:pPr>
  </w:p>
  <w:p w14:paraId="2D725282" w14:textId="77777777" w:rsidR="004E669B" w:rsidRDefault="004E669B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E5162F">
      <w:rPr>
        <w:bCs w:val="0"/>
        <w:noProof/>
      </w:rPr>
      <w:t>7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E5162F">
      <w:rPr>
        <w:bCs w:val="0"/>
        <w:noProof/>
      </w:rPr>
      <w:t>7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8988716"/>
      <w:docPartObj>
        <w:docPartGallery w:val="Page Numbers (Bottom of Page)"/>
        <w:docPartUnique/>
      </w:docPartObj>
    </w:sdtPr>
    <w:sdtEndPr/>
    <w:sdtContent>
      <w:sdt>
        <w:sdtPr>
          <w:id w:val="-1963876431"/>
          <w:docPartObj>
            <w:docPartGallery w:val="Page Numbers (Top of Page)"/>
            <w:docPartUnique/>
          </w:docPartObj>
        </w:sdtPr>
        <w:sdtEndPr/>
        <w:sdtContent>
          <w:p w14:paraId="0714C613" w14:textId="77777777" w:rsidR="00E72AAD" w:rsidRDefault="00E72AAD" w:rsidP="00E72AAD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2B790A65" wp14:editId="5D90958A">
                  <wp:extent cx="6410325" cy="38100"/>
                  <wp:effectExtent l="19050" t="0" r="9525" b="0"/>
                  <wp:docPr id="47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0325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FF76EE" w14:textId="77777777" w:rsidR="00E72AAD" w:rsidRDefault="00E72AAD">
            <w:pPr>
              <w:pStyle w:val="Zpat"/>
            </w:pPr>
          </w:p>
          <w:p w14:paraId="5D8272DC" w14:textId="77777777" w:rsidR="00E72AAD" w:rsidRDefault="00E72AAD">
            <w:pPr>
              <w:pStyle w:val="Zpat"/>
            </w:pPr>
          </w:p>
          <w:p w14:paraId="707D3910" w14:textId="77777777" w:rsidR="00E72AAD" w:rsidRDefault="00E72AAD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E5162F"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E5162F">
              <w:rPr>
                <w:noProof/>
              </w:rPr>
              <w:t>7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0F02FE2C" w14:textId="77777777" w:rsidR="004E669B" w:rsidRPr="004D7C68" w:rsidRDefault="004E669B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163B6" w14:textId="77777777" w:rsidR="00D211C3" w:rsidRDefault="00D211C3" w:rsidP="0081121B">
      <w:r>
        <w:separator/>
      </w:r>
    </w:p>
  </w:footnote>
  <w:footnote w:type="continuationSeparator" w:id="0">
    <w:p w14:paraId="20F3E0FD" w14:textId="77777777" w:rsidR="00D211C3" w:rsidRDefault="00D211C3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4E669B" w:rsidRPr="003C2764" w14:paraId="15E216F8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4D14A834" w14:textId="77777777" w:rsidR="004E669B" w:rsidRPr="00177AD3" w:rsidRDefault="004E669B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696C1865" wp14:editId="72F0BFC4">
                <wp:extent cx="2514600" cy="542925"/>
                <wp:effectExtent l="19050" t="0" r="0" b="0"/>
                <wp:docPr id="42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2C85B666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20B322ED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134F9699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6F511D68" w14:textId="77777777" w:rsidR="004E669B" w:rsidRPr="003C2764" w:rsidRDefault="004E669B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4E669B" w:rsidRPr="00177AD3" w14:paraId="649B30D3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1D97E90F" w14:textId="77777777" w:rsidR="004E669B" w:rsidRPr="00177AD3" w:rsidRDefault="004E669B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18F9C3AF" wp14:editId="40D4BF41">
                <wp:extent cx="5476875" cy="38100"/>
                <wp:effectExtent l="19050" t="0" r="9525" b="0"/>
                <wp:docPr id="43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7D4AA6E" w14:textId="77777777" w:rsidR="004E669B" w:rsidRPr="00177AD3" w:rsidRDefault="004E669B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30ACF9F3" w14:textId="77777777" w:rsidR="004E669B" w:rsidRPr="003C2764" w:rsidRDefault="004E669B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4E669B" w:rsidRPr="003C2764" w14:paraId="452B33A3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02B083C5" w14:textId="77777777" w:rsidR="004E669B" w:rsidRPr="00177AD3" w:rsidRDefault="004E669B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33222AE1" wp14:editId="40D3C0B2">
                <wp:extent cx="2514600" cy="542925"/>
                <wp:effectExtent l="19050" t="0" r="0" b="0"/>
                <wp:docPr id="45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48BBCFBE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681D882F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4FFE73F3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6FB31B4C" w14:textId="77777777" w:rsidR="004E669B" w:rsidRPr="003C2764" w:rsidRDefault="004E669B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4E669B" w:rsidRPr="00177AD3" w14:paraId="11FBFFAD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2568C5F7" w14:textId="77777777" w:rsidR="004E669B" w:rsidRPr="00177AD3" w:rsidRDefault="004E669B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16944708" wp14:editId="5175B3A1">
                <wp:extent cx="5476875" cy="38100"/>
                <wp:effectExtent l="19050" t="0" r="9525" b="0"/>
                <wp:docPr id="46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3F7F4EBA" w14:textId="77777777" w:rsidR="004E669B" w:rsidRPr="00177AD3" w:rsidRDefault="004E669B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0B8C5BFA" w14:textId="77777777" w:rsidR="004E669B" w:rsidRDefault="004E66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A220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C2B2E9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1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CA75E8"/>
    <w:multiLevelType w:val="hybridMultilevel"/>
    <w:tmpl w:val="28408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32724173">
    <w:abstractNumId w:val="10"/>
  </w:num>
  <w:num w:numId="2" w16cid:durableId="402801175">
    <w:abstractNumId w:val="8"/>
  </w:num>
  <w:num w:numId="3" w16cid:durableId="992172939">
    <w:abstractNumId w:val="3"/>
  </w:num>
  <w:num w:numId="4" w16cid:durableId="1492863887">
    <w:abstractNumId w:val="7"/>
  </w:num>
  <w:num w:numId="5" w16cid:durableId="2099716242">
    <w:abstractNumId w:val="4"/>
  </w:num>
  <w:num w:numId="6" w16cid:durableId="1581527823">
    <w:abstractNumId w:val="1"/>
  </w:num>
  <w:num w:numId="7" w16cid:durableId="2085758618">
    <w:abstractNumId w:val="14"/>
  </w:num>
  <w:num w:numId="8" w16cid:durableId="1516383262">
    <w:abstractNumId w:val="15"/>
  </w:num>
  <w:num w:numId="9" w16cid:durableId="2036689619">
    <w:abstractNumId w:val="12"/>
  </w:num>
  <w:num w:numId="10" w16cid:durableId="185217352">
    <w:abstractNumId w:val="16"/>
  </w:num>
  <w:num w:numId="11" w16cid:durableId="521405039">
    <w:abstractNumId w:val="3"/>
  </w:num>
  <w:num w:numId="12" w16cid:durableId="262763502">
    <w:abstractNumId w:val="9"/>
  </w:num>
  <w:num w:numId="13" w16cid:durableId="1829899122">
    <w:abstractNumId w:val="0"/>
  </w:num>
  <w:num w:numId="14" w16cid:durableId="1446999313">
    <w:abstractNumId w:val="3"/>
  </w:num>
  <w:num w:numId="15" w16cid:durableId="1064526104">
    <w:abstractNumId w:val="3"/>
  </w:num>
  <w:num w:numId="16" w16cid:durableId="927734851">
    <w:abstractNumId w:val="3"/>
  </w:num>
  <w:num w:numId="17" w16cid:durableId="638192675">
    <w:abstractNumId w:val="3"/>
  </w:num>
  <w:num w:numId="18" w16cid:durableId="1615819871">
    <w:abstractNumId w:val="3"/>
  </w:num>
  <w:num w:numId="19" w16cid:durableId="1851599611">
    <w:abstractNumId w:val="11"/>
  </w:num>
  <w:num w:numId="20" w16cid:durableId="721952402">
    <w:abstractNumId w:val="3"/>
  </w:num>
  <w:num w:numId="21" w16cid:durableId="940525459">
    <w:abstractNumId w:val="3"/>
  </w:num>
  <w:num w:numId="22" w16cid:durableId="254024194">
    <w:abstractNumId w:val="6"/>
  </w:num>
  <w:num w:numId="23" w16cid:durableId="948007471">
    <w:abstractNumId w:val="3"/>
  </w:num>
  <w:num w:numId="24" w16cid:durableId="528177507">
    <w:abstractNumId w:val="3"/>
  </w:num>
  <w:num w:numId="25" w16cid:durableId="478614619">
    <w:abstractNumId w:val="3"/>
  </w:num>
  <w:num w:numId="26" w16cid:durableId="1885294160">
    <w:abstractNumId w:val="5"/>
  </w:num>
  <w:num w:numId="27" w16cid:durableId="1695497528">
    <w:abstractNumId w:val="13"/>
  </w:num>
  <w:num w:numId="28" w16cid:durableId="1944612237">
    <w:abstractNumId w:val="3"/>
  </w:num>
  <w:num w:numId="29" w16cid:durableId="320546247">
    <w:abstractNumId w:val="3"/>
  </w:num>
  <w:num w:numId="30" w16cid:durableId="1734160591">
    <w:abstractNumId w:val="3"/>
  </w:num>
  <w:num w:numId="31" w16cid:durableId="753816141">
    <w:abstractNumId w:val="3"/>
  </w:num>
  <w:num w:numId="32" w16cid:durableId="1053768163">
    <w:abstractNumId w:val="3"/>
  </w:num>
  <w:num w:numId="33" w16cid:durableId="1380977364">
    <w:abstractNumId w:val="3"/>
  </w:num>
  <w:num w:numId="34" w16cid:durableId="2138798273">
    <w:abstractNumId w:val="3"/>
  </w:num>
  <w:num w:numId="35" w16cid:durableId="2088116323">
    <w:abstractNumId w:val="3"/>
  </w:num>
  <w:num w:numId="36" w16cid:durableId="191573379">
    <w:abstractNumId w:val="3"/>
  </w:num>
  <w:num w:numId="37" w16cid:durableId="209416674">
    <w:abstractNumId w:val="3"/>
  </w:num>
  <w:num w:numId="38" w16cid:durableId="33237124">
    <w:abstractNumId w:val="2"/>
  </w:num>
  <w:num w:numId="39" w16cid:durableId="912857098">
    <w:abstractNumId w:val="3"/>
  </w:num>
  <w:num w:numId="40" w16cid:durableId="972902241">
    <w:abstractNumId w:val="3"/>
  </w:num>
  <w:num w:numId="41" w16cid:durableId="1451170897">
    <w:abstractNumId w:val="3"/>
  </w:num>
  <w:num w:numId="42" w16cid:durableId="581843076">
    <w:abstractNumId w:val="3"/>
  </w:num>
  <w:num w:numId="43" w16cid:durableId="803238509">
    <w:abstractNumId w:val="3"/>
  </w:num>
  <w:num w:numId="44" w16cid:durableId="92407438">
    <w:abstractNumId w:val="3"/>
  </w:num>
  <w:num w:numId="45" w16cid:durableId="1592590384">
    <w:abstractNumId w:val="3"/>
  </w:num>
  <w:num w:numId="46" w16cid:durableId="847066506">
    <w:abstractNumId w:val="3"/>
  </w:num>
  <w:num w:numId="47" w16cid:durableId="1999727416">
    <w:abstractNumId w:val="3"/>
  </w:num>
  <w:num w:numId="48" w16cid:durableId="1035428403">
    <w:abstractNumId w:val="3"/>
  </w:num>
  <w:num w:numId="49" w16cid:durableId="171796956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34F2"/>
    <w:rsid w:val="000B7069"/>
    <w:rsid w:val="000D2AF3"/>
    <w:rsid w:val="000D4127"/>
    <w:rsid w:val="000D59E6"/>
    <w:rsid w:val="000D70BD"/>
    <w:rsid w:val="000E0A1A"/>
    <w:rsid w:val="000E0E58"/>
    <w:rsid w:val="000E1085"/>
    <w:rsid w:val="000F14FD"/>
    <w:rsid w:val="000F3A13"/>
    <w:rsid w:val="000F6638"/>
    <w:rsid w:val="001107A0"/>
    <w:rsid w:val="00117C54"/>
    <w:rsid w:val="00123496"/>
    <w:rsid w:val="00123BDC"/>
    <w:rsid w:val="00136371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B5EE2"/>
    <w:rsid w:val="001C2ABB"/>
    <w:rsid w:val="001D449F"/>
    <w:rsid w:val="001E12FF"/>
    <w:rsid w:val="001E3B05"/>
    <w:rsid w:val="001E611E"/>
    <w:rsid w:val="002068DD"/>
    <w:rsid w:val="00213631"/>
    <w:rsid w:val="00222BDB"/>
    <w:rsid w:val="002269D1"/>
    <w:rsid w:val="002302DE"/>
    <w:rsid w:val="00235863"/>
    <w:rsid w:val="00236443"/>
    <w:rsid w:val="00237912"/>
    <w:rsid w:val="00237B61"/>
    <w:rsid w:val="002448FB"/>
    <w:rsid w:val="00245BFD"/>
    <w:rsid w:val="00246DA4"/>
    <w:rsid w:val="00247149"/>
    <w:rsid w:val="00247D1A"/>
    <w:rsid w:val="002659BF"/>
    <w:rsid w:val="00270A06"/>
    <w:rsid w:val="00271B71"/>
    <w:rsid w:val="002720BA"/>
    <w:rsid w:val="00276514"/>
    <w:rsid w:val="0028128D"/>
    <w:rsid w:val="00281933"/>
    <w:rsid w:val="00282C39"/>
    <w:rsid w:val="00285AE9"/>
    <w:rsid w:val="00290C5E"/>
    <w:rsid w:val="002967FD"/>
    <w:rsid w:val="00296976"/>
    <w:rsid w:val="00297FD1"/>
    <w:rsid w:val="002A0E9E"/>
    <w:rsid w:val="002A0FF8"/>
    <w:rsid w:val="002A2FD5"/>
    <w:rsid w:val="002A32ED"/>
    <w:rsid w:val="002A4F82"/>
    <w:rsid w:val="002A7481"/>
    <w:rsid w:val="002B5993"/>
    <w:rsid w:val="002C0895"/>
    <w:rsid w:val="002C15BD"/>
    <w:rsid w:val="002C6020"/>
    <w:rsid w:val="002C63C2"/>
    <w:rsid w:val="002C7485"/>
    <w:rsid w:val="002E2158"/>
    <w:rsid w:val="002E76A9"/>
    <w:rsid w:val="002F194D"/>
    <w:rsid w:val="002F2B00"/>
    <w:rsid w:val="002F4876"/>
    <w:rsid w:val="002F7151"/>
    <w:rsid w:val="00301DE0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54C43"/>
    <w:rsid w:val="00360820"/>
    <w:rsid w:val="00363E36"/>
    <w:rsid w:val="00365492"/>
    <w:rsid w:val="00366D4B"/>
    <w:rsid w:val="00372C4E"/>
    <w:rsid w:val="00374A2A"/>
    <w:rsid w:val="003802A8"/>
    <w:rsid w:val="00384A63"/>
    <w:rsid w:val="00384FCF"/>
    <w:rsid w:val="00385716"/>
    <w:rsid w:val="00395620"/>
    <w:rsid w:val="00395F5C"/>
    <w:rsid w:val="003A4565"/>
    <w:rsid w:val="003A4B1B"/>
    <w:rsid w:val="003A7AE0"/>
    <w:rsid w:val="003B4426"/>
    <w:rsid w:val="003B6181"/>
    <w:rsid w:val="003C2764"/>
    <w:rsid w:val="003C6B94"/>
    <w:rsid w:val="003D1A8A"/>
    <w:rsid w:val="003D22C9"/>
    <w:rsid w:val="003D68A4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574B5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A229B"/>
    <w:rsid w:val="004B186D"/>
    <w:rsid w:val="004B3FEC"/>
    <w:rsid w:val="004D36CD"/>
    <w:rsid w:val="004D7C68"/>
    <w:rsid w:val="004E319B"/>
    <w:rsid w:val="004E669B"/>
    <w:rsid w:val="004F7267"/>
    <w:rsid w:val="00501598"/>
    <w:rsid w:val="005173FB"/>
    <w:rsid w:val="0052232D"/>
    <w:rsid w:val="00524286"/>
    <w:rsid w:val="00524AD9"/>
    <w:rsid w:val="005450D2"/>
    <w:rsid w:val="005515EC"/>
    <w:rsid w:val="005532AE"/>
    <w:rsid w:val="00556CCD"/>
    <w:rsid w:val="00557998"/>
    <w:rsid w:val="00561B51"/>
    <w:rsid w:val="00562DD9"/>
    <w:rsid w:val="00563812"/>
    <w:rsid w:val="005641A9"/>
    <w:rsid w:val="00564E22"/>
    <w:rsid w:val="005675F1"/>
    <w:rsid w:val="00567EDC"/>
    <w:rsid w:val="0057002A"/>
    <w:rsid w:val="005720C6"/>
    <w:rsid w:val="0057739C"/>
    <w:rsid w:val="005773C0"/>
    <w:rsid w:val="005800C7"/>
    <w:rsid w:val="0058110C"/>
    <w:rsid w:val="00590214"/>
    <w:rsid w:val="00590505"/>
    <w:rsid w:val="00594AF8"/>
    <w:rsid w:val="0059649F"/>
    <w:rsid w:val="005A1276"/>
    <w:rsid w:val="005A35F6"/>
    <w:rsid w:val="005A50CC"/>
    <w:rsid w:val="005B5628"/>
    <w:rsid w:val="005B6812"/>
    <w:rsid w:val="005C1B72"/>
    <w:rsid w:val="005C7FEF"/>
    <w:rsid w:val="005D1DBD"/>
    <w:rsid w:val="005D3C8F"/>
    <w:rsid w:val="005D3FBE"/>
    <w:rsid w:val="005D7B4B"/>
    <w:rsid w:val="005D7F76"/>
    <w:rsid w:val="005E00C8"/>
    <w:rsid w:val="005E1AFC"/>
    <w:rsid w:val="00603802"/>
    <w:rsid w:val="00606DB2"/>
    <w:rsid w:val="00607A8B"/>
    <w:rsid w:val="0061130B"/>
    <w:rsid w:val="006114B7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B3C"/>
    <w:rsid w:val="00694E68"/>
    <w:rsid w:val="006A6A99"/>
    <w:rsid w:val="006B33F7"/>
    <w:rsid w:val="006B4BD0"/>
    <w:rsid w:val="006B6706"/>
    <w:rsid w:val="006B7D53"/>
    <w:rsid w:val="006C07EE"/>
    <w:rsid w:val="006D1DAC"/>
    <w:rsid w:val="006D2E4E"/>
    <w:rsid w:val="006D3E1D"/>
    <w:rsid w:val="006D4264"/>
    <w:rsid w:val="006E1549"/>
    <w:rsid w:val="006E544F"/>
    <w:rsid w:val="006F4B85"/>
    <w:rsid w:val="006F6677"/>
    <w:rsid w:val="006F7B8B"/>
    <w:rsid w:val="007130E9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59E"/>
    <w:rsid w:val="00770A48"/>
    <w:rsid w:val="00773CB6"/>
    <w:rsid w:val="00776436"/>
    <w:rsid w:val="00784773"/>
    <w:rsid w:val="0079076D"/>
    <w:rsid w:val="00791CEB"/>
    <w:rsid w:val="0079276C"/>
    <w:rsid w:val="007A066F"/>
    <w:rsid w:val="007B1C9C"/>
    <w:rsid w:val="007C24EE"/>
    <w:rsid w:val="007D0810"/>
    <w:rsid w:val="007D558F"/>
    <w:rsid w:val="007E0C07"/>
    <w:rsid w:val="007E61BD"/>
    <w:rsid w:val="007F700C"/>
    <w:rsid w:val="00804DBF"/>
    <w:rsid w:val="0081121B"/>
    <w:rsid w:val="008132F5"/>
    <w:rsid w:val="00813BDA"/>
    <w:rsid w:val="00814EEE"/>
    <w:rsid w:val="00816838"/>
    <w:rsid w:val="00820936"/>
    <w:rsid w:val="00821334"/>
    <w:rsid w:val="00824208"/>
    <w:rsid w:val="00830FB3"/>
    <w:rsid w:val="00832AE1"/>
    <w:rsid w:val="00834D63"/>
    <w:rsid w:val="00836181"/>
    <w:rsid w:val="00846F5B"/>
    <w:rsid w:val="00853186"/>
    <w:rsid w:val="00854E9E"/>
    <w:rsid w:val="0085552B"/>
    <w:rsid w:val="00855F8E"/>
    <w:rsid w:val="008602EF"/>
    <w:rsid w:val="00862D73"/>
    <w:rsid w:val="00864A8B"/>
    <w:rsid w:val="0087008D"/>
    <w:rsid w:val="00873584"/>
    <w:rsid w:val="008736F0"/>
    <w:rsid w:val="0087791C"/>
    <w:rsid w:val="00882E0C"/>
    <w:rsid w:val="00883760"/>
    <w:rsid w:val="00895E92"/>
    <w:rsid w:val="008A26CD"/>
    <w:rsid w:val="008B6840"/>
    <w:rsid w:val="008B7CD9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50A5B"/>
    <w:rsid w:val="00952ADC"/>
    <w:rsid w:val="00952D82"/>
    <w:rsid w:val="0095552D"/>
    <w:rsid w:val="0095783F"/>
    <w:rsid w:val="009672A4"/>
    <w:rsid w:val="0097018A"/>
    <w:rsid w:val="00974D74"/>
    <w:rsid w:val="009751CB"/>
    <w:rsid w:val="00975878"/>
    <w:rsid w:val="00982BCE"/>
    <w:rsid w:val="00983A4C"/>
    <w:rsid w:val="0098408D"/>
    <w:rsid w:val="00987643"/>
    <w:rsid w:val="0099326C"/>
    <w:rsid w:val="00993716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0F3"/>
    <w:rsid w:val="009D7675"/>
    <w:rsid w:val="009E35EA"/>
    <w:rsid w:val="009F63F8"/>
    <w:rsid w:val="009F6DDE"/>
    <w:rsid w:val="00A03C00"/>
    <w:rsid w:val="00A078AA"/>
    <w:rsid w:val="00A101E7"/>
    <w:rsid w:val="00A12FB3"/>
    <w:rsid w:val="00A14ACB"/>
    <w:rsid w:val="00A163A4"/>
    <w:rsid w:val="00A203DD"/>
    <w:rsid w:val="00A34446"/>
    <w:rsid w:val="00A366D6"/>
    <w:rsid w:val="00A4271B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5C32"/>
    <w:rsid w:val="00AB0401"/>
    <w:rsid w:val="00AB050D"/>
    <w:rsid w:val="00AB36CB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4B51"/>
    <w:rsid w:val="00B23B7B"/>
    <w:rsid w:val="00B26E29"/>
    <w:rsid w:val="00B275C5"/>
    <w:rsid w:val="00B32646"/>
    <w:rsid w:val="00B3329D"/>
    <w:rsid w:val="00B33E0B"/>
    <w:rsid w:val="00B40158"/>
    <w:rsid w:val="00B430A5"/>
    <w:rsid w:val="00B43E16"/>
    <w:rsid w:val="00B4566C"/>
    <w:rsid w:val="00B46E56"/>
    <w:rsid w:val="00B524CA"/>
    <w:rsid w:val="00B55C59"/>
    <w:rsid w:val="00B56B74"/>
    <w:rsid w:val="00B611C1"/>
    <w:rsid w:val="00B61401"/>
    <w:rsid w:val="00B65E26"/>
    <w:rsid w:val="00B77288"/>
    <w:rsid w:val="00B7755C"/>
    <w:rsid w:val="00B81EC7"/>
    <w:rsid w:val="00B8531B"/>
    <w:rsid w:val="00B87BF1"/>
    <w:rsid w:val="00B908C8"/>
    <w:rsid w:val="00B94734"/>
    <w:rsid w:val="00B96DA0"/>
    <w:rsid w:val="00B9703F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0F1"/>
    <w:rsid w:val="00C05319"/>
    <w:rsid w:val="00C0614C"/>
    <w:rsid w:val="00C13474"/>
    <w:rsid w:val="00C144E4"/>
    <w:rsid w:val="00C23238"/>
    <w:rsid w:val="00C25635"/>
    <w:rsid w:val="00C25A4A"/>
    <w:rsid w:val="00C320C5"/>
    <w:rsid w:val="00C360C6"/>
    <w:rsid w:val="00C457D4"/>
    <w:rsid w:val="00C54B91"/>
    <w:rsid w:val="00C570BD"/>
    <w:rsid w:val="00C6348E"/>
    <w:rsid w:val="00C63C7F"/>
    <w:rsid w:val="00C662CE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D2E63"/>
    <w:rsid w:val="00CE490A"/>
    <w:rsid w:val="00CF3337"/>
    <w:rsid w:val="00CF3B2C"/>
    <w:rsid w:val="00D03BF2"/>
    <w:rsid w:val="00D0402F"/>
    <w:rsid w:val="00D176C2"/>
    <w:rsid w:val="00D20B1C"/>
    <w:rsid w:val="00D211C3"/>
    <w:rsid w:val="00D21F37"/>
    <w:rsid w:val="00D3188C"/>
    <w:rsid w:val="00D32CC5"/>
    <w:rsid w:val="00D3733E"/>
    <w:rsid w:val="00D46E34"/>
    <w:rsid w:val="00D61A10"/>
    <w:rsid w:val="00D62FB8"/>
    <w:rsid w:val="00D634BB"/>
    <w:rsid w:val="00D65853"/>
    <w:rsid w:val="00D863A3"/>
    <w:rsid w:val="00D87DC2"/>
    <w:rsid w:val="00D9252D"/>
    <w:rsid w:val="00D94650"/>
    <w:rsid w:val="00D961AC"/>
    <w:rsid w:val="00DA2D3A"/>
    <w:rsid w:val="00DA3C4D"/>
    <w:rsid w:val="00DA4E1C"/>
    <w:rsid w:val="00DB01D1"/>
    <w:rsid w:val="00DB34A6"/>
    <w:rsid w:val="00DB4FD2"/>
    <w:rsid w:val="00DB70E7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2259"/>
    <w:rsid w:val="00E06D80"/>
    <w:rsid w:val="00E13A65"/>
    <w:rsid w:val="00E1665A"/>
    <w:rsid w:val="00E17E43"/>
    <w:rsid w:val="00E22526"/>
    <w:rsid w:val="00E24365"/>
    <w:rsid w:val="00E25495"/>
    <w:rsid w:val="00E27EDB"/>
    <w:rsid w:val="00E30C56"/>
    <w:rsid w:val="00E365D8"/>
    <w:rsid w:val="00E41561"/>
    <w:rsid w:val="00E431F9"/>
    <w:rsid w:val="00E5162F"/>
    <w:rsid w:val="00E56662"/>
    <w:rsid w:val="00E569FC"/>
    <w:rsid w:val="00E57F91"/>
    <w:rsid w:val="00E60488"/>
    <w:rsid w:val="00E648C8"/>
    <w:rsid w:val="00E65D2F"/>
    <w:rsid w:val="00E70DA5"/>
    <w:rsid w:val="00E71B2C"/>
    <w:rsid w:val="00E72AAD"/>
    <w:rsid w:val="00E812C7"/>
    <w:rsid w:val="00E85EA0"/>
    <w:rsid w:val="00E90394"/>
    <w:rsid w:val="00E91AB0"/>
    <w:rsid w:val="00E92BA9"/>
    <w:rsid w:val="00E96BE3"/>
    <w:rsid w:val="00EA53F4"/>
    <w:rsid w:val="00EB296A"/>
    <w:rsid w:val="00EB3766"/>
    <w:rsid w:val="00EB6266"/>
    <w:rsid w:val="00EC1421"/>
    <w:rsid w:val="00EC727A"/>
    <w:rsid w:val="00ED1259"/>
    <w:rsid w:val="00EE3319"/>
    <w:rsid w:val="00F02DC7"/>
    <w:rsid w:val="00F045B4"/>
    <w:rsid w:val="00F3022E"/>
    <w:rsid w:val="00F31478"/>
    <w:rsid w:val="00F32A12"/>
    <w:rsid w:val="00F42956"/>
    <w:rsid w:val="00F4731D"/>
    <w:rsid w:val="00F63DB7"/>
    <w:rsid w:val="00F74933"/>
    <w:rsid w:val="00F74E4B"/>
    <w:rsid w:val="00F7579D"/>
    <w:rsid w:val="00F8384C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D1B52"/>
    <w:rsid w:val="00FD4A8E"/>
    <w:rsid w:val="00FD7C26"/>
    <w:rsid w:val="00FE19C3"/>
    <w:rsid w:val="00FE204B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E1CAC6"/>
  <w15:docId w15:val="{F3EA9ACD-8DEC-42D1-8447-23A9D068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uiPriority w:val="99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7A066F"/>
    <w:pPr>
      <w:tabs>
        <w:tab w:val="left" w:pos="426"/>
        <w:tab w:val="right" w:leader="dot" w:pos="9061"/>
      </w:tabs>
      <w:spacing w:before="120" w:line="288" w:lineRule="auto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3">
    <w:name w:val="xl63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4">
    <w:name w:val="xl64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7">
    <w:name w:val="xl6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8">
    <w:name w:val="xl68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6">
    <w:name w:val="xl76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7">
    <w:name w:val="xl7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8">
    <w:name w:val="xl78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E72AAD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0959D-F9C5-4968-99D1-A22B7FD51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16</TotalTime>
  <Pages>7</Pages>
  <Words>1247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8591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9</cp:revision>
  <cp:lastPrinted>2017-03-30T12:34:00Z</cp:lastPrinted>
  <dcterms:created xsi:type="dcterms:W3CDTF">2017-10-01T14:03:00Z</dcterms:created>
  <dcterms:modified xsi:type="dcterms:W3CDTF">2024-10-09T09:47:00Z</dcterms:modified>
</cp:coreProperties>
</file>